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F42" w:rsidRPr="00840A90" w:rsidRDefault="00D12F42" w:rsidP="00CD1475">
      <w:pPr>
        <w:tabs>
          <w:tab w:val="left" w:pos="4755"/>
        </w:tabs>
        <w:rPr>
          <w:rFonts w:ascii="Times New Roman" w:hAnsi="Times New Roman"/>
        </w:rPr>
      </w:pPr>
      <w:r w:rsidRPr="00840A90">
        <w:rPr>
          <w:rFonts w:ascii="Times New Roman" w:hAnsi="Times New Roman"/>
          <w:color w:val="212121"/>
          <w:shd w:val="clear" w:color="auto" w:fill="FFFFFF"/>
        </w:rPr>
        <w:t xml:space="preserve">Η Μ. 23 ετών και ο πατέρας της </w:t>
      </w:r>
      <w:r w:rsidRPr="00840A90">
        <w:rPr>
          <w:rFonts w:ascii="Times New Roman" w:hAnsi="Times New Roman"/>
        </w:rPr>
        <w:t>Η. 60 ετών επέλεξαν ν</w:t>
      </w:r>
      <w:r>
        <w:rPr>
          <w:rFonts w:ascii="Times New Roman" w:hAnsi="Times New Roman"/>
        </w:rPr>
        <w:t xml:space="preserve">α περάσουν τον χρόνο τους παρέα </w:t>
      </w:r>
      <w:r w:rsidRPr="00840A90">
        <w:rPr>
          <w:rFonts w:ascii="Times New Roman" w:hAnsi="Times New Roman"/>
        </w:rPr>
        <w:t>φτιάχνοντας παζλ. Η επιλογή αυτής της ενασχόλησης έγινε επειδή, όπως η ίδια η Μ. αναφέρει, το συγκεκριμένο επιτραπέζιο έγκειται στα ενδιαφέροντα και των δύο, της ίδιας και του πατέρα της. Η ίδια χαρακτηριστικά μας γράφει πως το παζλ για εκείνη «</w:t>
      </w:r>
      <w:r w:rsidRPr="00840A90">
        <w:rPr>
          <w:rFonts w:ascii="Times New Roman" w:hAnsi="Times New Roman"/>
          <w:color w:val="212121"/>
          <w:shd w:val="clear" w:color="auto" w:fill="FFFFFF"/>
        </w:rPr>
        <w:t>αποτελεί και μια αναδρομή στο παρελθόν καθώς, από όταν ήμουν μικρή, συνηθίζαμε να περνάμε με αυτόν τον τρόπο τον χρόνο μας…</w:t>
      </w:r>
      <w:r>
        <w:rPr>
          <w:rFonts w:ascii="Times New Roman" w:hAnsi="Times New Roman"/>
          <w:color w:val="212121"/>
          <w:shd w:val="clear" w:color="auto" w:fill="FFFFFF"/>
        </w:rPr>
        <w:t xml:space="preserve"> </w:t>
      </w:r>
      <w:r w:rsidRPr="00840A90">
        <w:rPr>
          <w:rFonts w:ascii="Times New Roman" w:hAnsi="Times New Roman"/>
          <w:color w:val="212121"/>
          <w:shd w:val="clear" w:color="auto" w:fill="FFFFFF"/>
        </w:rPr>
        <w:t>Ωστόσο</w:t>
      </w:r>
      <w:r>
        <w:rPr>
          <w:rFonts w:ascii="Times New Roman" w:hAnsi="Times New Roman"/>
          <w:color w:val="212121"/>
          <w:shd w:val="clear" w:color="auto" w:fill="FFFFFF"/>
        </w:rPr>
        <w:t>,</w:t>
      </w:r>
      <w:r w:rsidRPr="00840A90">
        <w:rPr>
          <w:rFonts w:ascii="Times New Roman" w:hAnsi="Times New Roman"/>
          <w:color w:val="212121"/>
          <w:shd w:val="clear" w:color="auto" w:fill="FFFFFF"/>
        </w:rPr>
        <w:t xml:space="preserve"> καθώς μεγαλώναμε και λόγο των υποχρεώσεων του καθενός, αυτή η όμορφη συνήθεια άρχισε να γίνεται ανάμνηση.» </w:t>
      </w:r>
    </w:p>
    <w:sectPr w:rsidR="00D12F42" w:rsidRPr="00840A90" w:rsidSect="009B109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1475"/>
    <w:rsid w:val="00101A9E"/>
    <w:rsid w:val="004503E0"/>
    <w:rsid w:val="00526358"/>
    <w:rsid w:val="00590997"/>
    <w:rsid w:val="00773E67"/>
    <w:rsid w:val="007C37A7"/>
    <w:rsid w:val="00840A90"/>
    <w:rsid w:val="008660B5"/>
    <w:rsid w:val="009B109A"/>
    <w:rsid w:val="00CD1475"/>
    <w:rsid w:val="00D12F42"/>
    <w:rsid w:val="00D57842"/>
    <w:rsid w:val="00DA1CB4"/>
    <w:rsid w:val="00E773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09A"/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88</Words>
  <Characters>481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Η Μ</dc:title>
  <dc:subject/>
  <dc:creator>user</dc:creator>
  <cp:keywords/>
  <dc:description/>
  <cp:lastModifiedBy>ΒΑΣΙΑ</cp:lastModifiedBy>
  <cp:revision>4</cp:revision>
  <dcterms:created xsi:type="dcterms:W3CDTF">2020-05-01T15:20:00Z</dcterms:created>
  <dcterms:modified xsi:type="dcterms:W3CDTF">2020-05-07T19:32:00Z</dcterms:modified>
</cp:coreProperties>
</file>