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BD" w:rsidRPr="00042744" w:rsidRDefault="008F52BD" w:rsidP="00B00435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el-GR"/>
        </w:rPr>
      </w:pPr>
      <w:r w:rsidRPr="001A3F70">
        <w:rPr>
          <w:rFonts w:ascii="Times New Roman" w:hAnsi="Times New Roman"/>
          <w:color w:val="222222"/>
          <w:sz w:val="24"/>
          <w:szCs w:val="24"/>
          <w:lang w:eastAsia="el-GR"/>
        </w:rPr>
        <w:t>μένω σπίτι και διαβά</w:t>
      </w:r>
      <w:r w:rsidRPr="00042744">
        <w:rPr>
          <w:rFonts w:ascii="Times New Roman" w:hAnsi="Times New Roman"/>
          <w:color w:val="222222"/>
          <w:sz w:val="24"/>
          <w:szCs w:val="24"/>
          <w:lang w:eastAsia="el-GR"/>
        </w:rPr>
        <w:t>ζω ανελλιπώς,</w:t>
      </w:r>
    </w:p>
    <w:p w:rsidR="008F52BD" w:rsidRPr="00042744" w:rsidRDefault="008F52BD" w:rsidP="00B00435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el-GR"/>
        </w:rPr>
      </w:pPr>
      <w:r w:rsidRPr="001A3F70">
        <w:rPr>
          <w:rFonts w:ascii="Times New Roman" w:hAnsi="Times New Roman"/>
          <w:color w:val="222222"/>
          <w:sz w:val="24"/>
          <w:szCs w:val="24"/>
          <w:lang w:eastAsia="el-GR"/>
        </w:rPr>
        <w:t> που θα πάει αυτός ο κορωναιό</w:t>
      </w:r>
      <w:r w:rsidRPr="00042744">
        <w:rPr>
          <w:rFonts w:ascii="Times New Roman" w:hAnsi="Times New Roman"/>
          <w:color w:val="222222"/>
          <w:sz w:val="24"/>
          <w:szCs w:val="24"/>
          <w:lang w:eastAsia="el-GR"/>
        </w:rPr>
        <w:t>ς.</w:t>
      </w:r>
    </w:p>
    <w:p w:rsidR="008F52BD" w:rsidRPr="00042744" w:rsidRDefault="008F52BD" w:rsidP="00B00435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el-GR"/>
        </w:rPr>
      </w:pPr>
      <w:r w:rsidRPr="001A3F70">
        <w:rPr>
          <w:rFonts w:ascii="Times New Roman" w:hAnsi="Times New Roman"/>
          <w:color w:val="222222"/>
          <w:sz w:val="24"/>
          <w:szCs w:val="24"/>
          <w:lang w:eastAsia="el-GR"/>
        </w:rPr>
        <w:t xml:space="preserve"> εγώ </w:t>
      </w:r>
      <w:r w:rsidRPr="00042744">
        <w:rPr>
          <w:rFonts w:ascii="Times New Roman" w:hAnsi="Times New Roman"/>
          <w:color w:val="222222"/>
          <w:sz w:val="24"/>
          <w:szCs w:val="24"/>
          <w:lang w:eastAsia="el-GR"/>
        </w:rPr>
        <w:t xml:space="preserve">με την </w:t>
      </w:r>
      <w:r w:rsidRPr="001A3F70">
        <w:rPr>
          <w:rFonts w:ascii="Times New Roman" w:hAnsi="Times New Roman"/>
          <w:color w:val="222222"/>
          <w:sz w:val="24"/>
          <w:szCs w:val="24"/>
          <w:lang w:eastAsia="el-GR"/>
        </w:rPr>
        <w:t>κοπέλα μου και τον γάτο της παρέ</w:t>
      </w:r>
      <w:r w:rsidRPr="00042744">
        <w:rPr>
          <w:rFonts w:ascii="Times New Roman" w:hAnsi="Times New Roman"/>
          <w:color w:val="222222"/>
          <w:sz w:val="24"/>
          <w:szCs w:val="24"/>
          <w:lang w:eastAsia="el-GR"/>
        </w:rPr>
        <w:t>α,</w:t>
      </w:r>
    </w:p>
    <w:p w:rsidR="008F52BD" w:rsidRPr="00042744" w:rsidRDefault="008F52BD" w:rsidP="00B00435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el-GR"/>
        </w:rPr>
      </w:pPr>
      <w:r w:rsidRPr="001A3F70">
        <w:rPr>
          <w:rFonts w:ascii="Times New Roman" w:hAnsi="Times New Roman"/>
          <w:color w:val="222222"/>
          <w:sz w:val="24"/>
          <w:szCs w:val="24"/>
          <w:lang w:eastAsia="el-GR"/>
        </w:rPr>
        <w:t> έχω βρει τον τρόπο να περνώ και έτσι ωραία</w:t>
      </w:r>
      <w:r w:rsidRPr="00042744">
        <w:rPr>
          <w:rFonts w:ascii="Times New Roman" w:hAnsi="Times New Roman"/>
          <w:color w:val="222222"/>
          <w:sz w:val="24"/>
          <w:szCs w:val="24"/>
          <w:lang w:eastAsia="el-GR"/>
        </w:rPr>
        <w:t>.</w:t>
      </w:r>
    </w:p>
    <w:p w:rsidR="008F52BD" w:rsidRPr="00042744" w:rsidRDefault="008F52BD" w:rsidP="00B00435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el-GR"/>
        </w:rPr>
      </w:pPr>
      <w:r w:rsidRPr="001A3F70">
        <w:rPr>
          <w:rFonts w:ascii="Times New Roman" w:hAnsi="Times New Roman"/>
          <w:color w:val="222222"/>
          <w:sz w:val="24"/>
          <w:szCs w:val="24"/>
          <w:lang w:eastAsia="el-GR"/>
        </w:rPr>
        <w:t> το πρωί γυμναστική, μετά μαγειρική</w:t>
      </w:r>
      <w:r w:rsidRPr="00042744">
        <w:rPr>
          <w:rFonts w:ascii="Times New Roman" w:hAnsi="Times New Roman"/>
          <w:color w:val="222222"/>
          <w:sz w:val="24"/>
          <w:szCs w:val="24"/>
          <w:lang w:eastAsia="el-GR"/>
        </w:rPr>
        <w:t>, </w:t>
      </w:r>
    </w:p>
    <w:p w:rsidR="008F52BD" w:rsidRPr="00042744" w:rsidRDefault="008F52BD" w:rsidP="00B00435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el-GR"/>
        </w:rPr>
      </w:pPr>
      <w:r w:rsidRPr="001A3F70">
        <w:rPr>
          <w:rFonts w:ascii="Times New Roman" w:hAnsi="Times New Roman"/>
          <w:color w:val="222222"/>
          <w:sz w:val="24"/>
          <w:szCs w:val="24"/>
          <w:lang w:eastAsia="el-GR"/>
        </w:rPr>
        <w:t>αλλά και λίγη μουσική με διάθεση ερωτική</w:t>
      </w:r>
      <w:r w:rsidRPr="00042744">
        <w:rPr>
          <w:rFonts w:ascii="Times New Roman" w:hAnsi="Times New Roman"/>
          <w:color w:val="222222"/>
          <w:sz w:val="24"/>
          <w:szCs w:val="24"/>
          <w:lang w:eastAsia="el-GR"/>
        </w:rPr>
        <w:t>!</w:t>
      </w:r>
    </w:p>
    <w:p w:rsidR="008F52BD" w:rsidRDefault="008F52BD"/>
    <w:sectPr w:rsidR="008F52BD" w:rsidSect="004637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435"/>
    <w:rsid w:val="000322E2"/>
    <w:rsid w:val="00042744"/>
    <w:rsid w:val="001A3F70"/>
    <w:rsid w:val="00463749"/>
    <w:rsid w:val="005D697C"/>
    <w:rsid w:val="00645557"/>
    <w:rsid w:val="008F52BD"/>
    <w:rsid w:val="00A16D2D"/>
    <w:rsid w:val="00B00435"/>
    <w:rsid w:val="00C63F10"/>
    <w:rsid w:val="00D2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43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37</Words>
  <Characters>202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μένω σπίτι και διαβάζω ανελλιπώς,</dc:title>
  <dc:subject/>
  <dc:creator>viki</dc:creator>
  <cp:keywords/>
  <dc:description/>
  <cp:lastModifiedBy>ΒΑΣΙΑ</cp:lastModifiedBy>
  <cp:revision>2</cp:revision>
  <dcterms:created xsi:type="dcterms:W3CDTF">2020-05-01T13:45:00Z</dcterms:created>
  <dcterms:modified xsi:type="dcterms:W3CDTF">2020-05-01T13:45:00Z</dcterms:modified>
</cp:coreProperties>
</file>