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A" w:rsidRPr="003B4179" w:rsidRDefault="0033576A" w:rsidP="00E26215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B41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Σαν πυγολαμπίδα λάμπεις μες στο άπλετο σκοτάδι φωτοστέφανο φεγγάρι πέπλο μες στη νύχτα απλώνεις το ραβδί σου με τ αστέρι μου χαρίζει καλοκαίρι</w:t>
      </w:r>
    </w:p>
    <w:p w:rsidR="0033576A" w:rsidRDefault="0033576A"/>
    <w:sectPr w:rsidR="0033576A" w:rsidSect="004637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215"/>
    <w:rsid w:val="00021713"/>
    <w:rsid w:val="0033576A"/>
    <w:rsid w:val="003B4179"/>
    <w:rsid w:val="00463749"/>
    <w:rsid w:val="00485E37"/>
    <w:rsid w:val="005D697C"/>
    <w:rsid w:val="00645557"/>
    <w:rsid w:val="00733790"/>
    <w:rsid w:val="00D23A4A"/>
    <w:rsid w:val="00E26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2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</Words>
  <Characters>122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Σαν πυγολαμπίδα λάμπεις μες στο άπλετο σκοτάδι φωτοστέφανο φεγγάρι πέπλο μες στη νύχτα απλώνεις το ραβδί σου με τ αστέρι μου χαρίζει καλοκαίρι</dc:title>
  <dc:subject/>
  <dc:creator>viki</dc:creator>
  <cp:keywords/>
  <dc:description/>
  <cp:lastModifiedBy>ΒΑΣΙΑ</cp:lastModifiedBy>
  <cp:revision>2</cp:revision>
  <dcterms:created xsi:type="dcterms:W3CDTF">2020-05-01T13:45:00Z</dcterms:created>
  <dcterms:modified xsi:type="dcterms:W3CDTF">2020-05-01T13:45:00Z</dcterms:modified>
</cp:coreProperties>
</file>