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50" w:rsidRPr="00912501" w:rsidRDefault="00463950" w:rsidP="005D1C3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222222"/>
          <w:sz w:val="24"/>
          <w:szCs w:val="24"/>
          <w:lang w:eastAsia="el-GR"/>
        </w:rPr>
      </w:pP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>Μπορώ να σας ταξιδέψω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 xml:space="preserve"> λοιπόν με ένα κολλάζ φωτογραφιώ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 xml:space="preserve">ν που έκανα πριν λίγες ημέρες με τις αγαπημένες μου στιγμές 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>σε περίοδο καραντίνας.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br/>
        <w:t>Στο κολλά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 xml:space="preserve">ζ αυτό πάνω πάνω αριστερά είμαι 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>εγώ με ένα ήρεμο &amp; γαλήνιο συναί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>σθημα μετά από ένα ομαδικό διαδικτυακό διαλογισμό που έλαβα μέρος και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 xml:space="preserve"> ήταν τόσο δυνατή εμπειρία που έκλαιγα από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 xml:space="preserve"> χαρά!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Δίπλα από εμένα είναι η ζωγραφική που ξεκίνησα και την συνδέω με τον διαλογισμό κ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>αι πόσο η διαχείριση των αναπνοώ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>ν με βοήθησαν όλες αυτές τις ημέρες.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Στη συνέχεια προσπ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>άθησα να μάθω να κάνω ζογκλερικά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 xml:space="preserve"> και μαγικά πέφτον</w:t>
      </w:r>
      <w:r>
        <w:rPr>
          <w:rFonts w:ascii="Times New Roman" w:hAnsi="Times New Roman"/>
          <w:color w:val="222222"/>
          <w:sz w:val="24"/>
          <w:szCs w:val="24"/>
          <w:lang w:eastAsia="el-GR"/>
        </w:rPr>
        <w:t>τας πάνω σε παλιές μου φωτογραφί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t>ες.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Κάθε ημέρα προσπαθώ να ρουφάω από το μπαλκόνι μου κάθε μορφής φύση.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Τέλος προσπαθώ να αυτοσχεδιάζω μουσική με ποτήρια με νερό  καθώς για μαράκες αξιοποιώ ρεβύθια φακές και φασόλια.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Επέστρεψα από εξωτερικό-erasmus  πρόσφατα οπότε η καραντίνα μου  είχε ιδιαίτερη ένταση και περιοριστικά μέτρα οπότε το στρες μου εντονότερο.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Δεν πρόλαβα να πάρω αναμνηστικά δώρα γιατί έφυγα άρον άρον οπότε ξεκίνησα να φτιάχνω δικές μου card-postals!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Ορίστε η αγαπημένη μου!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Απλά παίζω με τα χρώματα και αναμιγνύω στιγμές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  <w:t>Ελπίζω να απολαύσετε το ταξίδι στην artοκαραντινα μου!</w:t>
      </w:r>
      <w:r w:rsidRPr="005A5E17">
        <w:rPr>
          <w:rFonts w:ascii="Times New Roman" w:hAnsi="Times New Roman"/>
          <w:color w:val="222222"/>
          <w:sz w:val="24"/>
          <w:szCs w:val="24"/>
          <w:lang w:eastAsia="el-GR"/>
        </w:rPr>
        <w:br/>
      </w:r>
    </w:p>
    <w:p w:rsidR="00463950" w:rsidRDefault="00463950"/>
    <w:sectPr w:rsidR="00463950" w:rsidSect="00463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C34"/>
    <w:rsid w:val="00463749"/>
    <w:rsid w:val="00463950"/>
    <w:rsid w:val="005A5E17"/>
    <w:rsid w:val="005D1C34"/>
    <w:rsid w:val="005D697C"/>
    <w:rsid w:val="006003E4"/>
    <w:rsid w:val="006A3B81"/>
    <w:rsid w:val="007D28C7"/>
    <w:rsid w:val="00912501"/>
    <w:rsid w:val="009257ED"/>
    <w:rsid w:val="00B82BDB"/>
    <w:rsid w:val="00D2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3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D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178</Words>
  <Characters>962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Μπορώ να σας ταξιδέψω λοιπόν με ένα κολλάζ φωτογραφιών που έκανα πριν λίγες ημέρες με τις αγαπημένες μου στιγμές σε περίοδο καραντίνας</dc:title>
  <dc:subject/>
  <dc:creator>viki</dc:creator>
  <cp:keywords/>
  <dc:description/>
  <cp:lastModifiedBy>ΒΑΣΙΑ</cp:lastModifiedBy>
  <cp:revision>2</cp:revision>
  <dcterms:created xsi:type="dcterms:W3CDTF">2020-05-01T13:44:00Z</dcterms:created>
  <dcterms:modified xsi:type="dcterms:W3CDTF">2020-05-01T13:44:00Z</dcterms:modified>
</cp:coreProperties>
</file>