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Αυτή είναι η ζωή</w:t>
      </w:r>
      <w:r w:rsidRPr="001A3F70">
        <w:rPr>
          <w:rFonts w:ascii="Times New Roman" w:hAnsi="Times New Roman"/>
          <w:color w:val="222222"/>
          <w:sz w:val="24"/>
          <w:szCs w:val="24"/>
          <w:lang w:eastAsia="el-GR"/>
        </w:rPr>
        <w:t>, ένα λευκό χαρτί στο οποίο εμεί</w:t>
      </w:r>
      <w:r w:rsidRPr="00042744">
        <w:rPr>
          <w:rFonts w:ascii="Times New Roman" w:hAnsi="Times New Roman"/>
          <w:color w:val="222222"/>
          <w:sz w:val="24"/>
          <w:szCs w:val="24"/>
          <w:lang w:eastAsia="el-GR"/>
        </w:rPr>
        <w:t>ς χαράζουμε τις δικές μας λέξεις, τις δικές μας σκέψεις, τις δικές μ</w:t>
      </w:r>
      <w:r w:rsidRPr="001A3F70">
        <w:rPr>
          <w:rFonts w:ascii="Times New Roman" w:hAnsi="Times New Roman"/>
          <w:color w:val="222222"/>
          <w:sz w:val="24"/>
          <w:szCs w:val="24"/>
          <w:lang w:eastAsia="el-GR"/>
        </w:rPr>
        <w:t>ας ιστορίες και έτσι την χρωματί</w:t>
      </w:r>
      <w:r w:rsidRPr="00042744">
        <w:rPr>
          <w:rFonts w:ascii="Times New Roman" w:hAnsi="Times New Roman"/>
          <w:color w:val="222222"/>
          <w:sz w:val="24"/>
          <w:szCs w:val="24"/>
          <w:lang w:eastAsia="el-GR"/>
        </w:rPr>
        <w:t>ζουμε.. </w:t>
      </w:r>
    </w:p>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Εμπόδια πολλά, καταστάσεις δύσκολες εν καιρω '' ειρήνης'' . </w:t>
      </w:r>
    </w:p>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Κι όμως μια '' κλειδωμένη'' ψυχή μπορεί ακόμη να εκφραστεί,να διασκεδάσει, να γελάσει, να χορέψει, να χαρίσει χρόνο στους ανθρώπους που αγαπά.. Μπορεί ακόμη να πονέσει, να κλάψει, να πέσει και να ματώσει κι ύστερα να μαζέψει τα κομμάτια της και να σηκωθεί.</w:t>
      </w:r>
    </w:p>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Ποιος είπε ότι διαλύεται και δεν ορθο</w:t>
      </w:r>
      <w:r w:rsidRPr="001A3F70">
        <w:rPr>
          <w:rFonts w:ascii="Times New Roman" w:hAnsi="Times New Roman"/>
          <w:color w:val="222222"/>
          <w:sz w:val="24"/>
          <w:szCs w:val="24"/>
          <w:lang w:eastAsia="el-GR"/>
        </w:rPr>
        <w:t>ποδεί</w:t>
      </w:r>
      <w:r w:rsidRPr="00042744">
        <w:rPr>
          <w:rFonts w:ascii="Times New Roman" w:hAnsi="Times New Roman"/>
          <w:color w:val="222222"/>
          <w:sz w:val="24"/>
          <w:szCs w:val="24"/>
          <w:lang w:eastAsia="el-GR"/>
        </w:rPr>
        <w:t>;;; </w:t>
      </w:r>
    </w:p>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Διάβασε της βιβλία, ταξίδεψέ την σε κόσμους μαγικούς συντροφιά με όμορφες μελωδίες..</w:t>
      </w:r>
    </w:p>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Δώσε της τώρα τον χρόνο να σου δείξει ποια είναι κ</w:t>
      </w:r>
      <w:r w:rsidRPr="001A3F70">
        <w:rPr>
          <w:rFonts w:ascii="Times New Roman" w:hAnsi="Times New Roman"/>
          <w:color w:val="222222"/>
          <w:sz w:val="24"/>
          <w:szCs w:val="24"/>
          <w:lang w:eastAsia="el-GR"/>
        </w:rPr>
        <w:t>αι τι μπορεί να κάνει, αν τις δώ</w:t>
      </w:r>
      <w:r w:rsidRPr="00042744">
        <w:rPr>
          <w:rFonts w:ascii="Times New Roman" w:hAnsi="Times New Roman"/>
          <w:color w:val="222222"/>
          <w:sz w:val="24"/>
          <w:szCs w:val="24"/>
          <w:lang w:eastAsia="el-GR"/>
        </w:rPr>
        <w:t>σεις ευκαιρίες...</w:t>
      </w:r>
    </w:p>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Πρόσεχε μόνο! </w:t>
      </w:r>
    </w:p>
    <w:p w:rsidR="00584C89" w:rsidRPr="00042744"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Μη τη σκορπίσεις και μη την ταλαιπωρήσεις..</w:t>
      </w:r>
    </w:p>
    <w:p w:rsidR="00584C89" w:rsidRDefault="00584C89" w:rsidP="00E85CA0">
      <w:pPr>
        <w:shd w:val="clear" w:color="auto" w:fill="FFFFFF"/>
        <w:spacing w:after="0" w:line="240" w:lineRule="auto"/>
        <w:rPr>
          <w:rFonts w:ascii="Times New Roman" w:hAnsi="Times New Roman"/>
          <w:color w:val="222222"/>
          <w:sz w:val="24"/>
          <w:szCs w:val="24"/>
          <w:lang w:eastAsia="el-GR"/>
        </w:rPr>
      </w:pPr>
      <w:r w:rsidRPr="00042744">
        <w:rPr>
          <w:rFonts w:ascii="Times New Roman" w:hAnsi="Times New Roman"/>
          <w:color w:val="222222"/>
          <w:sz w:val="24"/>
          <w:szCs w:val="24"/>
          <w:lang w:eastAsia="el-GR"/>
        </w:rPr>
        <w:t>Είναι ο θησαυρός που κουβαλάς μέσα σου γι' αυτό μόνο αξιόλογα μονοπάτια χάρισέ της και αυτή θα σου χαρίσει την αιωνιότητα...</w:t>
      </w:r>
    </w:p>
    <w:p w:rsidR="00584C89" w:rsidRDefault="00584C89" w:rsidP="00E85CA0">
      <w:pPr>
        <w:shd w:val="clear" w:color="auto" w:fill="FFFFFF"/>
        <w:spacing w:after="0" w:line="240" w:lineRule="auto"/>
        <w:rPr>
          <w:rFonts w:ascii="Times New Roman" w:hAnsi="Times New Roman"/>
          <w:color w:val="222222"/>
          <w:sz w:val="24"/>
          <w:szCs w:val="24"/>
          <w:lang w:eastAsia="el-GR"/>
        </w:rPr>
      </w:pPr>
    </w:p>
    <w:p w:rsidR="00584C89" w:rsidRDefault="00584C89"/>
    <w:sectPr w:rsidR="00584C89" w:rsidSect="004637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CA0"/>
    <w:rsid w:val="00042744"/>
    <w:rsid w:val="001A3F70"/>
    <w:rsid w:val="002460D6"/>
    <w:rsid w:val="00463749"/>
    <w:rsid w:val="00584C89"/>
    <w:rsid w:val="005D697C"/>
    <w:rsid w:val="00645557"/>
    <w:rsid w:val="008F7DD5"/>
    <w:rsid w:val="00D23A4A"/>
    <w:rsid w:val="00E85CA0"/>
    <w:rsid w:val="00E93B1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CA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139</Words>
  <Characters>754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Αυτή είναι η ζωή, ένα λευκό χαρτί στο οποίο εμείς χαράζουμε τις δικές μας λέξεις, τις δικές μας σκέψεις, τις δικές μας ιστορίες και έτσι την χρωματίζουμε</dc:title>
  <dc:subject/>
  <dc:creator>viki</dc:creator>
  <cp:keywords/>
  <dc:description/>
  <cp:lastModifiedBy>ΒΑΣΙΑ</cp:lastModifiedBy>
  <cp:revision>2</cp:revision>
  <dcterms:created xsi:type="dcterms:W3CDTF">2020-05-01T13:45:00Z</dcterms:created>
  <dcterms:modified xsi:type="dcterms:W3CDTF">2020-05-01T13:45:00Z</dcterms:modified>
</cp:coreProperties>
</file>