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C62" w:rsidRPr="00CF7E9B" w:rsidRDefault="000F3C62" w:rsidP="00B57E9E">
      <w:pPr>
        <w:jc w:val="both"/>
      </w:pPr>
      <w:r>
        <w:t xml:space="preserve">Αυτήν </w:t>
      </w:r>
      <w:r w:rsidRPr="00CF7E9B">
        <w:rPr>
          <w:rFonts w:ascii="Times New Roman" w:hAnsi="Times New Roman"/>
          <w:color w:val="222222"/>
          <w:sz w:val="24"/>
          <w:szCs w:val="24"/>
          <w:shd w:val="clear" w:color="auto" w:fill="FFFFFF"/>
        </w:rPr>
        <w:t>την περίοδο έχω επιλέξει να διαβάσω κάποια βιβλία που αγαπώ και πάντοτε ήθελα να διαβάσω είτε για πρώτη είτε εκατοστή φορά, όπως το συγκεκριμένο. Με τον τρόπο αυτό, παρόλο που δεν μπορώ να βγω από το σπίτι, έχω τη δυνατότητα να "ταξιδέψω" σε διαφορετικά κάθε φορά μέρη, αναλόγως του βιβλίου. </w:t>
      </w:r>
    </w:p>
    <w:p w:rsidR="000F3C62" w:rsidRDefault="000F3C62"/>
    <w:sectPr w:rsidR="000F3C62" w:rsidSect="0046374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7E9E"/>
    <w:rsid w:val="000F3C62"/>
    <w:rsid w:val="0010300E"/>
    <w:rsid w:val="001D73BA"/>
    <w:rsid w:val="00463749"/>
    <w:rsid w:val="005D697C"/>
    <w:rsid w:val="00645557"/>
    <w:rsid w:val="00893CB6"/>
    <w:rsid w:val="0090192F"/>
    <w:rsid w:val="00B57E9E"/>
    <w:rsid w:val="00CA63CC"/>
    <w:rsid w:val="00CF7E9B"/>
    <w:rsid w:val="00D23A4A"/>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E9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57E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57E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46</Words>
  <Characters>254</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Αυτήν την περίοδο έχω επιλέξει να διαβάσω κάποια βιβλία που αγαπώ και πάντοτε ήθελα να διαβάσω είτε για πρώτη είτε εκατοστή φορά, όπως το συγκεκριμένο</dc:title>
  <dc:subject/>
  <dc:creator>viki</dc:creator>
  <cp:keywords/>
  <dc:description/>
  <cp:lastModifiedBy>ΒΑΣΙΑ</cp:lastModifiedBy>
  <cp:revision>2</cp:revision>
  <dcterms:created xsi:type="dcterms:W3CDTF">2020-05-01T13:46:00Z</dcterms:created>
  <dcterms:modified xsi:type="dcterms:W3CDTF">2020-05-01T13:46:00Z</dcterms:modified>
</cp:coreProperties>
</file>