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A0" w:rsidRPr="00BF228A" w:rsidRDefault="00C359A0" w:rsidP="00BF228A">
      <w:pPr>
        <w:jc w:val="center"/>
        <w:rPr>
          <w:b/>
        </w:rPr>
      </w:pPr>
      <w:r w:rsidRPr="00BF228A">
        <w:rPr>
          <w:b/>
        </w:rPr>
        <w:t>Εδώ είμαι!</w:t>
      </w:r>
    </w:p>
    <w:p w:rsidR="00C359A0" w:rsidRDefault="00C359A0"/>
    <w:p w:rsidR="00C359A0" w:rsidRDefault="00C359A0">
      <w:r>
        <w:t>Είμαι εδώ.</w:t>
      </w:r>
    </w:p>
    <w:p w:rsidR="00C359A0" w:rsidRDefault="00C359A0">
      <w:r>
        <w:t>Περιμένοντας καρτερικά την ελευθερία μου, εκείνη που κάποτε θεωρούσα δεδομένη.</w:t>
      </w:r>
    </w:p>
    <w:p w:rsidR="00C359A0" w:rsidRDefault="00C359A0">
      <w:r>
        <w:t>Μα πώς έγινε αυτό;</w:t>
      </w:r>
    </w:p>
    <w:p w:rsidR="00C359A0" w:rsidRDefault="00C359A0">
      <w:r>
        <w:t xml:space="preserve">Είναι μακριά. Με δυσκολία φαίνεται η μορφή του. </w:t>
      </w:r>
    </w:p>
    <w:p w:rsidR="00C359A0" w:rsidRDefault="00C359A0">
      <w:r>
        <w:t>Φωνές ακούγονται.  Δε δίνω σημασία.</w:t>
      </w:r>
    </w:p>
    <w:p w:rsidR="00C359A0" w:rsidRDefault="00C359A0">
      <w:r>
        <w:t>Είναι μακριά.</w:t>
      </w:r>
    </w:p>
    <w:p w:rsidR="00C359A0" w:rsidRDefault="00C359A0">
      <w:r>
        <w:t>Βήματα μπροστά, αλλά και πάλι μακριά.</w:t>
      </w:r>
    </w:p>
    <w:p w:rsidR="00C359A0" w:rsidRDefault="00C359A0">
      <w:r>
        <w:t>Οι φωνές πιο δυνατές. Κοντοστέκομαι, μα φεύγω.</w:t>
      </w:r>
    </w:p>
    <w:p w:rsidR="00C359A0" w:rsidRDefault="00C359A0">
      <w:r>
        <w:t>Είναι μακριά.</w:t>
      </w:r>
    </w:p>
    <w:p w:rsidR="00C359A0" w:rsidRDefault="00C359A0">
      <w:r>
        <w:t xml:space="preserve">Έρχεται! Πλησιάζει! </w:t>
      </w:r>
    </w:p>
    <w:p w:rsidR="00C359A0" w:rsidRDefault="00C359A0">
      <w:r>
        <w:t>Η μορφή του σχηματίζεται, τα χαρακτηριστικά του καθαρά.</w:t>
      </w:r>
    </w:p>
    <w:p w:rsidR="00C359A0" w:rsidRDefault="00C359A0">
      <w:r>
        <w:t>Οι φωνές δυναμώνουν, γίνονται ανυπόφορες.</w:t>
      </w:r>
    </w:p>
    <w:p w:rsidR="00C359A0" w:rsidRDefault="00C359A0">
      <w:r>
        <w:t>Προσπαθώ να φύγω, μα δεν μπορώ να κουνηθώ!</w:t>
      </w:r>
    </w:p>
    <w:p w:rsidR="00C359A0" w:rsidRDefault="00C359A0">
      <w:r>
        <w:t>Κλείνω τ’ αυτιά μου. Μάταια.</w:t>
      </w:r>
    </w:p>
    <w:p w:rsidR="00C359A0" w:rsidRDefault="00C359A0">
      <w:r>
        <w:t>Οι φωνές γίνονται ουρλιαχτά.</w:t>
      </w:r>
    </w:p>
    <w:p w:rsidR="00C359A0" w:rsidRDefault="00C359A0">
      <w:r>
        <w:t>Ο ουρανός μαύρος, όλα γύρω μου καμένα.</w:t>
      </w:r>
    </w:p>
    <w:p w:rsidR="00C359A0" w:rsidRDefault="00C359A0">
      <w:r>
        <w:t>Δίπλα μου! Έφτασε δίπλα μου! Τι να κάνω;</w:t>
      </w:r>
    </w:p>
    <w:p w:rsidR="00C359A0" w:rsidRDefault="00C359A0">
      <w:r>
        <w:t>Θέλω να φύγει! Πώς ήρθε εδώ; Γιατί;</w:t>
      </w:r>
    </w:p>
    <w:p w:rsidR="00C359A0" w:rsidRDefault="00C359A0">
      <w:r>
        <w:t>Φωνάζω κι εγώ, μα κανείς δε με ακούει. Πώς άλλωστε;</w:t>
      </w:r>
    </w:p>
    <w:p w:rsidR="00C359A0" w:rsidRDefault="00C359A0">
      <w:r>
        <w:t>Οι φωνές έχουν μπερδευτεί, δεν ξεχωρίζουν.</w:t>
      </w:r>
    </w:p>
    <w:p w:rsidR="00C359A0" w:rsidRDefault="00C359A0">
      <w:r>
        <w:t>Είμαι μόνη μου. Μα πώς; Είναι κι άλλοι εδώ. Τους ακούω.</w:t>
      </w:r>
    </w:p>
    <w:p w:rsidR="00C359A0" w:rsidRDefault="00C359A0">
      <w:r>
        <w:t>Κι αν σωπάσουμε; Ν’ ακούσουμε τι λένε οι φωνές.</w:t>
      </w:r>
    </w:p>
    <w:p w:rsidR="00C359A0" w:rsidRDefault="00C359A0">
      <w:r>
        <w:t>Έτσι είναι καλύτερα!</w:t>
      </w:r>
    </w:p>
    <w:p w:rsidR="00C359A0" w:rsidRDefault="00C359A0">
      <w:r>
        <w:t>Μα κοίτα! Μια αχτίδα ήλιου! Να κι ένα λουλούδι!</w:t>
      </w:r>
    </w:p>
    <w:p w:rsidR="00C359A0" w:rsidRDefault="00C359A0">
      <w:r>
        <w:t>Τι ευτυχία! Θέλω τόσο πολύ να το κόψω.</w:t>
      </w:r>
    </w:p>
    <w:p w:rsidR="00C359A0" w:rsidRDefault="00C359A0">
      <w:r>
        <w:t>Όχι! Όλα γκρίζα γύρω μου και μόνο αυτό. Δε θα το κόψω.</w:t>
      </w:r>
    </w:p>
    <w:p w:rsidR="00C359A0" w:rsidRDefault="00C359A0">
      <w:r>
        <w:t>Που είναι; Η μορφή απομακρύνεται. Οι φωνές γίνονται ψίθυροι.</w:t>
      </w:r>
    </w:p>
    <w:p w:rsidR="00C359A0" w:rsidRDefault="00C359A0">
      <w:r>
        <w:t>Κι εγώ συνεχίζω να κοιτώ το λουλούδι.</w:t>
      </w:r>
    </w:p>
    <w:p w:rsidR="00C359A0" w:rsidRDefault="00C359A0">
      <w:r>
        <w:t>Περιμένοντας καρτερικά την ελευθερία μου.</w:t>
      </w:r>
    </w:p>
    <w:p w:rsidR="00C359A0" w:rsidRDefault="00C359A0">
      <w:r>
        <w:t>Να κάψει ο ήλιος το κορμί μου. Να κόψω το λουλούδι που μετά βίας θα ξεχωρίζω απ’ τα υπόλοιπα.</w:t>
      </w:r>
    </w:p>
    <w:p w:rsidR="00C359A0" w:rsidRDefault="00C359A0">
      <w:r>
        <w:t>Λίγη ακόμα υπομονή.</w:t>
      </w:r>
    </w:p>
    <w:p w:rsidR="00C359A0" w:rsidRDefault="00C359A0">
      <w:r>
        <w:t>Εδώ είμαι!</w:t>
      </w:r>
    </w:p>
    <w:sectPr w:rsidR="00C359A0" w:rsidSect="00FA60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F8D"/>
    <w:rsid w:val="002C106E"/>
    <w:rsid w:val="006B3F8D"/>
    <w:rsid w:val="006E6535"/>
    <w:rsid w:val="00982017"/>
    <w:rsid w:val="00BF228A"/>
    <w:rsid w:val="00C359A0"/>
    <w:rsid w:val="00C42CA5"/>
    <w:rsid w:val="00FA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0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200</Words>
  <Characters>1083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Εδώ είμαι</dc:title>
  <dc:subject/>
  <dc:creator>User</dc:creator>
  <cp:keywords/>
  <dc:description/>
  <cp:lastModifiedBy>ΒΑΣΙΑ</cp:lastModifiedBy>
  <cp:revision>2</cp:revision>
  <dcterms:created xsi:type="dcterms:W3CDTF">2020-06-19T14:12:00Z</dcterms:created>
  <dcterms:modified xsi:type="dcterms:W3CDTF">2020-06-19T14:12:00Z</dcterms:modified>
</cp:coreProperties>
</file>