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279" w:rsidRPr="0064301F" w:rsidRDefault="0064301F" w:rsidP="00186279">
      <w:pPr>
        <w:tabs>
          <w:tab w:val="left" w:pos="7797"/>
          <w:tab w:val="left" w:pos="9923"/>
        </w:tabs>
        <w:ind w:left="993" w:right="707"/>
        <w:jc w:val="center"/>
        <w:rPr>
          <w:rFonts w:ascii="Times New Roman" w:hAnsi="Times New Roman" w:cs="Times New Roman"/>
          <w:b/>
          <w:outline/>
          <w:color w:val="000000"/>
          <w:spacing w:val="24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64301F">
        <w:rPr>
          <w:rFonts w:ascii="Times New Roman" w:hAnsi="Times New Roman" w:cs="Times New Roman"/>
          <w:b/>
          <w:outline/>
          <w:noProof/>
          <w:color w:val="000000"/>
          <w:spacing w:val="24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-402590</wp:posOffset>
            </wp:positionH>
            <wp:positionV relativeFrom="paragraph">
              <wp:posOffset>26670</wp:posOffset>
            </wp:positionV>
            <wp:extent cx="685800" cy="651510"/>
            <wp:effectExtent l="0" t="0" r="0" b="0"/>
            <wp:wrapNone/>
            <wp:docPr id="2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6279" w:rsidRPr="0064301F">
        <w:rPr>
          <w:rFonts w:ascii="Times New Roman" w:hAnsi="Times New Roman" w:cs="Times New Roman"/>
          <w:b/>
          <w:outline/>
          <w:color w:val="000000"/>
          <w:spacing w:val="24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ΠΑΝΕΠΙΣΤΗΜΙΟ ΘΕΣΣΑΛΙΑΣ</w:t>
      </w:r>
    </w:p>
    <w:p w:rsidR="00186279" w:rsidRPr="0064301F" w:rsidRDefault="00186279" w:rsidP="00186279">
      <w:pPr>
        <w:tabs>
          <w:tab w:val="left" w:pos="9923"/>
        </w:tabs>
        <w:ind w:right="-1" w:firstLine="567"/>
        <w:jc w:val="center"/>
        <w:rPr>
          <w:rFonts w:ascii="Times New Roman" w:hAnsi="Times New Roman" w:cs="Times New Roman"/>
          <w:b/>
          <w:color w:val="7F7F7F"/>
          <w:spacing w:val="24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4301F">
        <w:rPr>
          <w:rFonts w:ascii="Times New Roman" w:hAnsi="Times New Roman" w:cs="Times New Roman"/>
          <w:b/>
          <w:color w:val="7F7F7F"/>
          <w:spacing w:val="24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ΣΧΟΛΗ ΑΝΘΡΩΠΙΣΤΙΚΩΝ ΚΑΙ ΚΟΙΝΩΝΙΚΩΝ ΕΠΙΣΤΗΜΩΝ</w:t>
      </w:r>
    </w:p>
    <w:p w:rsidR="00186279" w:rsidRPr="0064301F" w:rsidRDefault="00186279" w:rsidP="00186279">
      <w:pPr>
        <w:tabs>
          <w:tab w:val="left" w:pos="9923"/>
        </w:tabs>
        <w:ind w:left="993" w:right="707"/>
        <w:jc w:val="center"/>
        <w:rPr>
          <w:rFonts w:ascii="Times New Roman" w:hAnsi="Times New Roman" w:cs="Times New Roman"/>
          <w:color w:val="7F7F7F"/>
          <w:spacing w:val="24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64301F">
        <w:rPr>
          <w:rFonts w:ascii="Times New Roman" w:hAnsi="Times New Roman" w:cs="Times New Roman"/>
          <w:b/>
          <w:color w:val="7F7F7F"/>
          <w:spacing w:val="24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ΠΑΙΔΑΓΩΓΙΚΟ ΤΜΗΜΑ ΕΙΔΙΚΗΣ ΑΓΩΓΗΣ</w:t>
      </w:r>
    </w:p>
    <w:p w:rsidR="00186279" w:rsidRPr="00186279" w:rsidRDefault="00186279" w:rsidP="00186279">
      <w:pPr>
        <w:ind w:left="142" w:right="26"/>
        <w:jc w:val="center"/>
        <w:rPr>
          <w:rFonts w:ascii="Times New Roman" w:hAnsi="Times New Roman" w:cs="Times New Roman"/>
          <w:b/>
          <w:sz w:val="20"/>
        </w:rPr>
      </w:pPr>
      <w:r w:rsidRPr="00186279">
        <w:rPr>
          <w:rFonts w:ascii="Times New Roman" w:hAnsi="Times New Roman" w:cs="Times New Roman"/>
          <w:b/>
          <w:sz w:val="20"/>
        </w:rPr>
        <w:t xml:space="preserve">Αργοναυτών &amp; Φιλελλήνων, 382 21 Βόλος, </w:t>
      </w:r>
      <w:proofErr w:type="spellStart"/>
      <w:r w:rsidRPr="00186279">
        <w:rPr>
          <w:rFonts w:ascii="Times New Roman" w:hAnsi="Times New Roman" w:cs="Times New Roman"/>
          <w:b/>
          <w:sz w:val="20"/>
        </w:rPr>
        <w:t>τηλ</w:t>
      </w:r>
      <w:proofErr w:type="spellEnd"/>
      <w:r w:rsidRPr="00186279">
        <w:rPr>
          <w:rFonts w:ascii="Times New Roman" w:hAnsi="Times New Roman" w:cs="Times New Roman"/>
          <w:b/>
          <w:sz w:val="20"/>
        </w:rPr>
        <w:t xml:space="preserve">.: 24210-74800, 74787, 74876  </w:t>
      </w:r>
      <w:r w:rsidRPr="00186279">
        <w:rPr>
          <w:rFonts w:ascii="Times New Roman" w:hAnsi="Times New Roman" w:cs="Times New Roman"/>
          <w:b/>
          <w:sz w:val="20"/>
          <w:lang w:val="en-US"/>
        </w:rPr>
        <w:t>e</w:t>
      </w:r>
      <w:r w:rsidRPr="00186279">
        <w:rPr>
          <w:rFonts w:ascii="Times New Roman" w:hAnsi="Times New Roman" w:cs="Times New Roman"/>
          <w:b/>
          <w:sz w:val="20"/>
        </w:rPr>
        <w:t>-</w:t>
      </w:r>
      <w:r w:rsidRPr="00186279">
        <w:rPr>
          <w:rFonts w:ascii="Times New Roman" w:hAnsi="Times New Roman" w:cs="Times New Roman"/>
          <w:b/>
          <w:sz w:val="20"/>
          <w:lang w:val="en-US"/>
        </w:rPr>
        <w:t>mail</w:t>
      </w:r>
      <w:r w:rsidRPr="00186279">
        <w:rPr>
          <w:rFonts w:ascii="Times New Roman" w:hAnsi="Times New Roman" w:cs="Times New Roman"/>
          <w:b/>
          <w:sz w:val="20"/>
        </w:rPr>
        <w:t xml:space="preserve">: </w:t>
      </w:r>
      <w:r w:rsidRPr="00186279">
        <w:rPr>
          <w:rFonts w:ascii="Times New Roman" w:hAnsi="Times New Roman" w:cs="Times New Roman"/>
          <w:b/>
          <w:sz w:val="20"/>
          <w:lang w:val="en-US"/>
        </w:rPr>
        <w:t>g</w:t>
      </w:r>
      <w:r w:rsidRPr="00186279">
        <w:rPr>
          <w:rFonts w:ascii="Times New Roman" w:hAnsi="Times New Roman" w:cs="Times New Roman"/>
          <w:b/>
          <w:sz w:val="20"/>
        </w:rPr>
        <w:t>-</w:t>
      </w:r>
      <w:proofErr w:type="spellStart"/>
      <w:r w:rsidRPr="00186279">
        <w:rPr>
          <w:rFonts w:ascii="Times New Roman" w:hAnsi="Times New Roman" w:cs="Times New Roman"/>
          <w:b/>
          <w:sz w:val="20"/>
          <w:lang w:val="en-US"/>
        </w:rPr>
        <w:t>sed</w:t>
      </w:r>
      <w:proofErr w:type="spellEnd"/>
      <w:r w:rsidRPr="00186279">
        <w:rPr>
          <w:rFonts w:ascii="Times New Roman" w:hAnsi="Times New Roman" w:cs="Times New Roman"/>
          <w:b/>
          <w:sz w:val="20"/>
        </w:rPr>
        <w:t>@</w:t>
      </w:r>
      <w:proofErr w:type="spellStart"/>
      <w:r w:rsidRPr="00186279">
        <w:rPr>
          <w:rFonts w:ascii="Times New Roman" w:hAnsi="Times New Roman" w:cs="Times New Roman"/>
          <w:b/>
          <w:sz w:val="20"/>
          <w:lang w:val="en-US"/>
        </w:rPr>
        <w:t>uth</w:t>
      </w:r>
      <w:proofErr w:type="spellEnd"/>
      <w:r w:rsidRPr="00186279">
        <w:rPr>
          <w:rFonts w:ascii="Times New Roman" w:hAnsi="Times New Roman" w:cs="Times New Roman"/>
          <w:b/>
          <w:sz w:val="20"/>
        </w:rPr>
        <w:t>.</w:t>
      </w:r>
      <w:r w:rsidRPr="00186279">
        <w:rPr>
          <w:rFonts w:ascii="Times New Roman" w:hAnsi="Times New Roman" w:cs="Times New Roman"/>
          <w:b/>
          <w:sz w:val="20"/>
          <w:lang w:val="en-US"/>
        </w:rPr>
        <w:t>gr</w:t>
      </w:r>
    </w:p>
    <w:p w:rsidR="003F587C" w:rsidRPr="00186279" w:rsidRDefault="00B65473" w:rsidP="00186279">
      <w:pPr>
        <w:jc w:val="center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9.2pt;height:7.25pt" o:hrpct="0" o:hralign="center" o:hr="t">
            <v:imagedata r:id="rId7" o:title="BD14845_"/>
          </v:shape>
        </w:pict>
      </w:r>
    </w:p>
    <w:p w:rsidR="003C1790" w:rsidRPr="0053344E" w:rsidRDefault="003C1790" w:rsidP="003C1790">
      <w:pPr>
        <w:jc w:val="both"/>
        <w:rPr>
          <w:rFonts w:ascii="Book Antiqua" w:hAnsi="Book Antiqua"/>
          <w:sz w:val="20"/>
        </w:rPr>
      </w:pPr>
    </w:p>
    <w:p w:rsidR="00C163C9" w:rsidRPr="00442B08" w:rsidRDefault="00C163C9" w:rsidP="00B65473">
      <w:pPr>
        <w:pStyle w:val="a8"/>
        <w:spacing w:line="360" w:lineRule="auto"/>
        <w:ind w:left="567" w:right="567" w:firstLine="360"/>
        <w:jc w:val="both"/>
        <w:rPr>
          <w:rFonts w:ascii="Bookman Old Style" w:hAnsi="Bookman Old Style"/>
          <w:b w:val="0"/>
          <w:bCs w:val="0"/>
          <w:sz w:val="24"/>
        </w:rPr>
      </w:pPr>
    </w:p>
    <w:p w:rsidR="00B65473" w:rsidRDefault="00B65473" w:rsidP="00B65473">
      <w:pPr>
        <w:spacing w:line="480" w:lineRule="auto"/>
        <w:ind w:left="567" w:right="567"/>
        <w:jc w:val="center"/>
        <w:rPr>
          <w:b/>
          <w:i/>
          <w:sz w:val="20"/>
        </w:rPr>
      </w:pPr>
      <w:r>
        <w:rPr>
          <w:b/>
          <w:i/>
          <w:sz w:val="20"/>
        </w:rPr>
        <w:t>ΗΜΕΡΟΜΗΝΙΑ ΕΞΕΤΑΣΗΣ ΜΑΘΗΜΑΤΟΣ ΓΑΛΛΙΚΗΣ ΓΛΩΣΣΑΣ</w:t>
      </w:r>
    </w:p>
    <w:p w:rsidR="00B65473" w:rsidRDefault="00B65473" w:rsidP="00B65473">
      <w:pPr>
        <w:spacing w:line="480" w:lineRule="auto"/>
        <w:ind w:left="567" w:right="567"/>
        <w:jc w:val="center"/>
        <w:rPr>
          <w:b/>
          <w:i/>
          <w:sz w:val="20"/>
        </w:rPr>
      </w:pPr>
      <w:bookmarkStart w:id="0" w:name="_GoBack"/>
      <w:bookmarkEnd w:id="0"/>
    </w:p>
    <w:p w:rsidR="00B65473" w:rsidRDefault="00B65473" w:rsidP="00B65473">
      <w:pPr>
        <w:spacing w:line="480" w:lineRule="auto"/>
        <w:ind w:left="567" w:right="567"/>
        <w:jc w:val="both"/>
        <w:rPr>
          <w:sz w:val="20"/>
        </w:rPr>
      </w:pPr>
      <w:r>
        <w:rPr>
          <w:sz w:val="20"/>
        </w:rPr>
        <w:t xml:space="preserve">Η προφορική εξέταση του μαθήματος γαλλικής γλώσσας θα πραγματοποιηθεί </w:t>
      </w:r>
      <w:r w:rsidRPr="0038222F">
        <w:rPr>
          <w:b/>
          <w:sz w:val="20"/>
        </w:rPr>
        <w:t>μετά το τέλος της εξεταστικής περιόδου</w:t>
      </w:r>
      <w:r>
        <w:rPr>
          <w:sz w:val="20"/>
        </w:rPr>
        <w:t xml:space="preserve"> </w:t>
      </w:r>
      <w:r w:rsidRPr="003D73CC">
        <w:rPr>
          <w:b/>
          <w:sz w:val="20"/>
        </w:rPr>
        <w:t>μετά από αίτημα των εγγεγραμμένων φοιτητών/φοιτητριών</w:t>
      </w:r>
      <w:r>
        <w:rPr>
          <w:b/>
          <w:sz w:val="20"/>
        </w:rPr>
        <w:t xml:space="preserve">. </w:t>
      </w:r>
      <w:r w:rsidRPr="0038222F">
        <w:rPr>
          <w:sz w:val="20"/>
        </w:rPr>
        <w:t>Η εξέταση θα λάβει χώρα στις</w:t>
      </w:r>
      <w:r w:rsidRPr="003D73CC">
        <w:rPr>
          <w:b/>
          <w:sz w:val="20"/>
        </w:rPr>
        <w:t xml:space="preserve"> 19/02 από τις 12.00 έως τις 17.00</w:t>
      </w:r>
      <w:r>
        <w:rPr>
          <w:sz w:val="20"/>
        </w:rPr>
        <w:t xml:space="preserve"> </w:t>
      </w:r>
      <w:r>
        <w:rPr>
          <w:b/>
          <w:sz w:val="20"/>
        </w:rPr>
        <w:t xml:space="preserve">στο γραφείο </w:t>
      </w:r>
      <w:r w:rsidRPr="00E97E7B">
        <w:rPr>
          <w:b/>
          <w:sz w:val="20"/>
        </w:rPr>
        <w:t xml:space="preserve">της διδάσκουσας </w:t>
      </w:r>
      <w:r w:rsidRPr="003D73CC">
        <w:rPr>
          <w:sz w:val="20"/>
        </w:rPr>
        <w:t xml:space="preserve">(Γ20, </w:t>
      </w:r>
      <w:proofErr w:type="spellStart"/>
      <w:r w:rsidRPr="003D73CC">
        <w:rPr>
          <w:sz w:val="20"/>
        </w:rPr>
        <w:t>β’όροφος</w:t>
      </w:r>
      <w:proofErr w:type="spellEnd"/>
      <w:r w:rsidRPr="003D73CC">
        <w:rPr>
          <w:sz w:val="20"/>
        </w:rPr>
        <w:t>, τμήμα Μηχανικών Χωροταξίας Πολεοδομίας και Περιφερειακής Ανάπτυξης, έναντι υπεραστικού σταθμού ΚΤΕΛ</w:t>
      </w:r>
      <w:r w:rsidRPr="00E97E7B">
        <w:rPr>
          <w:sz w:val="20"/>
        </w:rPr>
        <w:t>)</w:t>
      </w:r>
      <w:r>
        <w:rPr>
          <w:sz w:val="20"/>
        </w:rPr>
        <w:t xml:space="preserve">. </w:t>
      </w:r>
    </w:p>
    <w:p w:rsidR="00B65473" w:rsidRDefault="00B65473" w:rsidP="00B65473">
      <w:pPr>
        <w:spacing w:line="480" w:lineRule="auto"/>
        <w:ind w:left="567" w:right="567"/>
        <w:jc w:val="both"/>
        <w:rPr>
          <w:sz w:val="20"/>
        </w:rPr>
      </w:pPr>
      <w:r w:rsidRPr="00E97E7B">
        <w:rPr>
          <w:sz w:val="20"/>
        </w:rPr>
        <w:t xml:space="preserve">Παρακαλούνται </w:t>
      </w:r>
      <w:r>
        <w:rPr>
          <w:sz w:val="20"/>
        </w:rPr>
        <w:t xml:space="preserve">όσοι </w:t>
      </w:r>
      <w:r w:rsidRPr="00E97E7B">
        <w:rPr>
          <w:sz w:val="20"/>
        </w:rPr>
        <w:t xml:space="preserve">φοιτητές/φοιτήτριες των Τμημάτων του Πανεπιστημίου Θεσσαλίας </w:t>
      </w:r>
      <w:r>
        <w:rPr>
          <w:sz w:val="20"/>
        </w:rPr>
        <w:t xml:space="preserve">δεν έχουν επικοινωνήσει ακόμα με τη διδάσκουσα και επιθυμούν να συμμετέχουν στην εξέταση του μαθήματος να επικοινωνήσουν μαζί της </w:t>
      </w:r>
      <w:r>
        <w:rPr>
          <w:rFonts w:cstheme="minorHAnsi"/>
          <w:sz w:val="20"/>
        </w:rPr>
        <w:t xml:space="preserve">μέχρι τη Δευτέρα 11/01 </w:t>
      </w:r>
      <w:r>
        <w:rPr>
          <w:sz w:val="20"/>
        </w:rPr>
        <w:t xml:space="preserve">μέσω </w:t>
      </w:r>
      <w:proofErr w:type="spellStart"/>
      <w:r>
        <w:rPr>
          <w:sz w:val="20"/>
        </w:rPr>
        <w:t>μειλ</w:t>
      </w:r>
      <w:proofErr w:type="spellEnd"/>
      <w:r>
        <w:rPr>
          <w:sz w:val="20"/>
        </w:rPr>
        <w:t xml:space="preserve"> (</w:t>
      </w:r>
      <w:hyperlink r:id="rId8" w:history="1">
        <w:r w:rsidRPr="00432E88">
          <w:rPr>
            <w:rStyle w:val="-"/>
            <w:rFonts w:cstheme="minorHAnsi"/>
            <w:sz w:val="20"/>
            <w:lang w:val="en-US"/>
          </w:rPr>
          <w:t>dikakari</w:t>
        </w:r>
        <w:r w:rsidRPr="00432E88">
          <w:rPr>
            <w:rStyle w:val="-"/>
            <w:rFonts w:cstheme="minorHAnsi"/>
            <w:sz w:val="20"/>
          </w:rPr>
          <w:t>@</w:t>
        </w:r>
        <w:r w:rsidRPr="00432E88">
          <w:rPr>
            <w:rStyle w:val="-"/>
            <w:rFonts w:cstheme="minorHAnsi"/>
            <w:sz w:val="20"/>
            <w:lang w:val="en-US"/>
          </w:rPr>
          <w:t>yahoo</w:t>
        </w:r>
        <w:r w:rsidRPr="00432E88">
          <w:rPr>
            <w:rStyle w:val="-"/>
            <w:rFonts w:cstheme="minorHAnsi"/>
            <w:sz w:val="20"/>
          </w:rPr>
          <w:t>.</w:t>
        </w:r>
        <w:r w:rsidRPr="00432E88">
          <w:rPr>
            <w:rStyle w:val="-"/>
            <w:rFonts w:cstheme="minorHAnsi"/>
            <w:sz w:val="20"/>
            <w:lang w:val="en-US"/>
          </w:rPr>
          <w:t>gr</w:t>
        </w:r>
      </w:hyperlink>
      <w:r>
        <w:rPr>
          <w:rFonts w:cstheme="minorHAnsi"/>
          <w:sz w:val="20"/>
        </w:rPr>
        <w:t xml:space="preserve">) </w:t>
      </w:r>
      <w:r>
        <w:rPr>
          <w:sz w:val="20"/>
        </w:rPr>
        <w:t xml:space="preserve">ή να στείλουν μήνυμα μέσω </w:t>
      </w:r>
      <w:r>
        <w:rPr>
          <w:sz w:val="20"/>
          <w:lang w:val="en-US"/>
        </w:rPr>
        <w:t>skype</w:t>
      </w:r>
      <w:r>
        <w:rPr>
          <w:sz w:val="20"/>
        </w:rPr>
        <w:t xml:space="preserve"> (</w:t>
      </w:r>
      <w:r w:rsidRPr="0044523C">
        <w:rPr>
          <w:rFonts w:cstheme="minorHAnsi"/>
          <w:sz w:val="20"/>
        </w:rPr>
        <w:t>όνομα</w:t>
      </w:r>
      <w:r w:rsidRPr="009F3C50">
        <w:rPr>
          <w:rFonts w:cstheme="minorHAnsi"/>
          <w:sz w:val="20"/>
        </w:rPr>
        <w:t xml:space="preserve"> </w:t>
      </w:r>
      <w:r w:rsidRPr="00073814">
        <w:rPr>
          <w:rFonts w:cstheme="minorHAnsi"/>
          <w:sz w:val="20"/>
          <w:lang w:val="en-US"/>
        </w:rPr>
        <w:t>skype</w:t>
      </w:r>
      <w:r w:rsidRPr="009F3C50">
        <w:rPr>
          <w:rFonts w:cstheme="minorHAnsi"/>
          <w:sz w:val="20"/>
        </w:rPr>
        <w:t xml:space="preserve">: </w:t>
      </w:r>
      <w:proofErr w:type="spellStart"/>
      <w:r>
        <w:rPr>
          <w:rFonts w:cstheme="minorHAnsi"/>
          <w:sz w:val="20"/>
          <w:lang w:val="en-US"/>
        </w:rPr>
        <w:t>diana</w:t>
      </w:r>
      <w:proofErr w:type="spellEnd"/>
      <w:r w:rsidRPr="009F3C50">
        <w:rPr>
          <w:rFonts w:cstheme="minorHAnsi"/>
          <w:sz w:val="20"/>
        </w:rPr>
        <w:t>.</w:t>
      </w:r>
      <w:proofErr w:type="spellStart"/>
      <w:r>
        <w:rPr>
          <w:rFonts w:cstheme="minorHAnsi"/>
          <w:sz w:val="20"/>
          <w:lang w:val="en-US"/>
        </w:rPr>
        <w:t>kakari</w:t>
      </w:r>
      <w:proofErr w:type="spellEnd"/>
      <w:r>
        <w:rPr>
          <w:sz w:val="20"/>
        </w:rPr>
        <w:t>) ή να προσέλθουν στο γραφείο της την Τετάρτη 13/01 από τις 18.00 έως τις 21.00 ή την Πέμπτη 14/01 από τις 14.00 έως τις 17.00.</w:t>
      </w:r>
    </w:p>
    <w:p w:rsidR="00B65473" w:rsidRDefault="00B65473" w:rsidP="00B65473">
      <w:pPr>
        <w:spacing w:line="480" w:lineRule="auto"/>
        <w:ind w:left="567" w:right="567"/>
        <w:jc w:val="both"/>
        <w:rPr>
          <w:sz w:val="20"/>
        </w:rPr>
      </w:pPr>
    </w:p>
    <w:p w:rsidR="00B65473" w:rsidRDefault="00B65473" w:rsidP="00B65473">
      <w:pPr>
        <w:spacing w:line="480" w:lineRule="auto"/>
        <w:ind w:left="567" w:right="567"/>
        <w:jc w:val="both"/>
        <w:rPr>
          <w:sz w:val="20"/>
        </w:rPr>
      </w:pPr>
    </w:p>
    <w:p w:rsidR="00B65473" w:rsidRDefault="00B65473" w:rsidP="00B65473">
      <w:pPr>
        <w:spacing w:line="480" w:lineRule="auto"/>
        <w:ind w:left="567" w:right="567"/>
        <w:jc w:val="both"/>
        <w:rPr>
          <w:sz w:val="20"/>
        </w:rPr>
      </w:pPr>
    </w:p>
    <w:p w:rsidR="00B65473" w:rsidRPr="00E97E7B" w:rsidRDefault="00B65473" w:rsidP="00B65473">
      <w:pPr>
        <w:spacing w:line="480" w:lineRule="auto"/>
        <w:ind w:left="567" w:right="567"/>
        <w:jc w:val="right"/>
        <w:rPr>
          <w:rFonts w:cstheme="minorHAnsi"/>
          <w:sz w:val="20"/>
        </w:rPr>
      </w:pPr>
      <w:r w:rsidRPr="00E97E7B">
        <w:rPr>
          <w:rFonts w:cstheme="minorHAnsi"/>
          <w:sz w:val="20"/>
        </w:rPr>
        <w:t>Η διδάσκουσα</w:t>
      </w:r>
    </w:p>
    <w:p w:rsidR="00B65473" w:rsidRDefault="00B65473" w:rsidP="00B65473">
      <w:pPr>
        <w:spacing w:line="480" w:lineRule="auto"/>
        <w:ind w:left="567" w:right="567"/>
        <w:jc w:val="right"/>
        <w:rPr>
          <w:rFonts w:cstheme="minorHAnsi"/>
          <w:sz w:val="20"/>
        </w:rPr>
      </w:pPr>
      <w:proofErr w:type="spellStart"/>
      <w:r w:rsidRPr="00E97E7B">
        <w:rPr>
          <w:rFonts w:cstheme="minorHAnsi"/>
          <w:sz w:val="20"/>
        </w:rPr>
        <w:t>Ντιάνα</w:t>
      </w:r>
      <w:proofErr w:type="spellEnd"/>
      <w:r w:rsidRPr="00E97E7B">
        <w:rPr>
          <w:rFonts w:cstheme="minorHAnsi"/>
          <w:sz w:val="20"/>
        </w:rPr>
        <w:t xml:space="preserve"> </w:t>
      </w:r>
      <w:proofErr w:type="spellStart"/>
      <w:r w:rsidRPr="00E97E7B">
        <w:rPr>
          <w:rFonts w:cstheme="minorHAnsi"/>
          <w:sz w:val="20"/>
        </w:rPr>
        <w:t>Κάκαρη</w:t>
      </w:r>
      <w:proofErr w:type="spellEnd"/>
      <w:r w:rsidRPr="00E97E7B">
        <w:rPr>
          <w:rFonts w:cstheme="minorHAnsi"/>
          <w:sz w:val="20"/>
        </w:rPr>
        <w:t xml:space="preserve"> </w:t>
      </w:r>
    </w:p>
    <w:p w:rsidR="00C163C9" w:rsidRDefault="00C163C9" w:rsidP="00C163C9">
      <w:pPr>
        <w:pStyle w:val="a4"/>
        <w:spacing w:before="120" w:line="360" w:lineRule="auto"/>
        <w:ind w:left="4320"/>
        <w:rPr>
          <w:rFonts w:ascii="Bookman Old Style" w:hAnsi="Bookman Old Style"/>
        </w:rPr>
      </w:pPr>
    </w:p>
    <w:sectPr w:rsidR="00C163C9" w:rsidSect="00A74547">
      <w:pgSz w:w="11906" w:h="16838"/>
      <w:pgMar w:top="709" w:right="707" w:bottom="89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42ADC"/>
    <w:multiLevelType w:val="hybridMultilevel"/>
    <w:tmpl w:val="8146DF8C"/>
    <w:lvl w:ilvl="0" w:tplc="EA4E38F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02046F4B"/>
    <w:multiLevelType w:val="hybridMultilevel"/>
    <w:tmpl w:val="74F2E272"/>
    <w:lvl w:ilvl="0" w:tplc="68089750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6EB1A94"/>
    <w:multiLevelType w:val="hybridMultilevel"/>
    <w:tmpl w:val="C9BCACF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CA5EC5"/>
    <w:multiLevelType w:val="multilevel"/>
    <w:tmpl w:val="3E6E6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" w15:restartNumberingAfterBreak="0">
    <w:nsid w:val="0D174D62"/>
    <w:multiLevelType w:val="hybridMultilevel"/>
    <w:tmpl w:val="DDD61EA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0F4F04"/>
    <w:multiLevelType w:val="hybridMultilevel"/>
    <w:tmpl w:val="1A848A8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E2160A"/>
    <w:multiLevelType w:val="hybridMultilevel"/>
    <w:tmpl w:val="6CF69A12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A9975EA"/>
    <w:multiLevelType w:val="multilevel"/>
    <w:tmpl w:val="B4108148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461672C9"/>
    <w:multiLevelType w:val="hybridMultilevel"/>
    <w:tmpl w:val="BDF4D80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6C66EBD"/>
    <w:multiLevelType w:val="hybridMultilevel"/>
    <w:tmpl w:val="AE741C8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886B22"/>
    <w:multiLevelType w:val="hybridMultilevel"/>
    <w:tmpl w:val="9BC683B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225667"/>
    <w:multiLevelType w:val="multilevel"/>
    <w:tmpl w:val="DE923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12" w15:restartNumberingAfterBreak="0">
    <w:nsid w:val="60F90182"/>
    <w:multiLevelType w:val="hybridMultilevel"/>
    <w:tmpl w:val="FD8207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902A80"/>
    <w:multiLevelType w:val="hybridMultilevel"/>
    <w:tmpl w:val="05D051A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A53C45"/>
    <w:multiLevelType w:val="hybridMultilevel"/>
    <w:tmpl w:val="AE741C8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CB94C9B"/>
    <w:multiLevelType w:val="hybridMultilevel"/>
    <w:tmpl w:val="FD8207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1F1F30"/>
    <w:multiLevelType w:val="hybridMultilevel"/>
    <w:tmpl w:val="1A848A8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9A27E8"/>
    <w:multiLevelType w:val="hybridMultilevel"/>
    <w:tmpl w:val="4B98878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14"/>
  </w:num>
  <w:num w:numId="5">
    <w:abstractNumId w:val="17"/>
  </w:num>
  <w:num w:numId="6">
    <w:abstractNumId w:val="3"/>
  </w:num>
  <w:num w:numId="7">
    <w:abstractNumId w:val="4"/>
  </w:num>
  <w:num w:numId="8">
    <w:abstractNumId w:val="5"/>
  </w:num>
  <w:num w:numId="9">
    <w:abstractNumId w:val="8"/>
  </w:num>
  <w:num w:numId="10">
    <w:abstractNumId w:val="7"/>
  </w:num>
  <w:num w:numId="11">
    <w:abstractNumId w:val="0"/>
  </w:num>
  <w:num w:numId="12">
    <w:abstractNumId w:val="9"/>
  </w:num>
  <w:num w:numId="13">
    <w:abstractNumId w:val="1"/>
  </w:num>
  <w:num w:numId="14">
    <w:abstractNumId w:val="12"/>
  </w:num>
  <w:num w:numId="15">
    <w:abstractNumId w:val="15"/>
  </w:num>
  <w:num w:numId="16">
    <w:abstractNumId w:val="16"/>
  </w:num>
  <w:num w:numId="17">
    <w:abstractNumId w:val="1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7D4"/>
    <w:rsid w:val="00001A45"/>
    <w:rsid w:val="000032B7"/>
    <w:rsid w:val="000071B5"/>
    <w:rsid w:val="000140AF"/>
    <w:rsid w:val="000144B8"/>
    <w:rsid w:val="00017159"/>
    <w:rsid w:val="000229D4"/>
    <w:rsid w:val="000248EA"/>
    <w:rsid w:val="00034FDF"/>
    <w:rsid w:val="000359DA"/>
    <w:rsid w:val="00046738"/>
    <w:rsid w:val="00062A9C"/>
    <w:rsid w:val="000679A4"/>
    <w:rsid w:val="000723F3"/>
    <w:rsid w:val="000739F4"/>
    <w:rsid w:val="000751FB"/>
    <w:rsid w:val="00075E04"/>
    <w:rsid w:val="00083241"/>
    <w:rsid w:val="00086325"/>
    <w:rsid w:val="000870A2"/>
    <w:rsid w:val="00093C74"/>
    <w:rsid w:val="00094A00"/>
    <w:rsid w:val="00095BB2"/>
    <w:rsid w:val="00095FDE"/>
    <w:rsid w:val="000A0AD4"/>
    <w:rsid w:val="000A291F"/>
    <w:rsid w:val="000A2FD0"/>
    <w:rsid w:val="000A6F90"/>
    <w:rsid w:val="000A7199"/>
    <w:rsid w:val="000B2C63"/>
    <w:rsid w:val="000C53B7"/>
    <w:rsid w:val="000C69CC"/>
    <w:rsid w:val="000D0405"/>
    <w:rsid w:val="000D0F90"/>
    <w:rsid w:val="000D4E5A"/>
    <w:rsid w:val="000D55FD"/>
    <w:rsid w:val="000D67A2"/>
    <w:rsid w:val="000D70E2"/>
    <w:rsid w:val="000E2BB9"/>
    <w:rsid w:val="000E3FA1"/>
    <w:rsid w:val="000F2675"/>
    <w:rsid w:val="000F55AE"/>
    <w:rsid w:val="00100593"/>
    <w:rsid w:val="00121DC4"/>
    <w:rsid w:val="001316D4"/>
    <w:rsid w:val="0013267B"/>
    <w:rsid w:val="001341E5"/>
    <w:rsid w:val="00136D6B"/>
    <w:rsid w:val="0015329D"/>
    <w:rsid w:val="00166BAC"/>
    <w:rsid w:val="00167EF1"/>
    <w:rsid w:val="001712E8"/>
    <w:rsid w:val="00186279"/>
    <w:rsid w:val="001A1FF6"/>
    <w:rsid w:val="001A29E5"/>
    <w:rsid w:val="001A2A2D"/>
    <w:rsid w:val="001A411C"/>
    <w:rsid w:val="001A642F"/>
    <w:rsid w:val="001B414F"/>
    <w:rsid w:val="001B537C"/>
    <w:rsid w:val="001B6AA1"/>
    <w:rsid w:val="001C20EB"/>
    <w:rsid w:val="001C56B4"/>
    <w:rsid w:val="001C5A61"/>
    <w:rsid w:val="001C73D6"/>
    <w:rsid w:val="001D22A9"/>
    <w:rsid w:val="001E263C"/>
    <w:rsid w:val="001E425B"/>
    <w:rsid w:val="001E6964"/>
    <w:rsid w:val="00200744"/>
    <w:rsid w:val="00203ED2"/>
    <w:rsid w:val="00205717"/>
    <w:rsid w:val="00205990"/>
    <w:rsid w:val="00214DDD"/>
    <w:rsid w:val="002234B4"/>
    <w:rsid w:val="00224F3E"/>
    <w:rsid w:val="00230782"/>
    <w:rsid w:val="0023101D"/>
    <w:rsid w:val="00245BA1"/>
    <w:rsid w:val="00246675"/>
    <w:rsid w:val="002520BA"/>
    <w:rsid w:val="00267114"/>
    <w:rsid w:val="00273295"/>
    <w:rsid w:val="00275ECD"/>
    <w:rsid w:val="0027649D"/>
    <w:rsid w:val="002817E3"/>
    <w:rsid w:val="00290566"/>
    <w:rsid w:val="00292198"/>
    <w:rsid w:val="00292D2E"/>
    <w:rsid w:val="002935AE"/>
    <w:rsid w:val="002944D0"/>
    <w:rsid w:val="00297622"/>
    <w:rsid w:val="002A0471"/>
    <w:rsid w:val="002A7122"/>
    <w:rsid w:val="002B264E"/>
    <w:rsid w:val="002B295B"/>
    <w:rsid w:val="002C0428"/>
    <w:rsid w:val="002D4634"/>
    <w:rsid w:val="002D47C5"/>
    <w:rsid w:val="002D598E"/>
    <w:rsid w:val="002E01B4"/>
    <w:rsid w:val="002F1FAB"/>
    <w:rsid w:val="002F5F0D"/>
    <w:rsid w:val="002F6DBD"/>
    <w:rsid w:val="003045FD"/>
    <w:rsid w:val="00313196"/>
    <w:rsid w:val="0031384D"/>
    <w:rsid w:val="0032012D"/>
    <w:rsid w:val="00320147"/>
    <w:rsid w:val="00320B2A"/>
    <w:rsid w:val="00330AD6"/>
    <w:rsid w:val="003310CE"/>
    <w:rsid w:val="003356AD"/>
    <w:rsid w:val="0033650F"/>
    <w:rsid w:val="00342429"/>
    <w:rsid w:val="00343430"/>
    <w:rsid w:val="00344D38"/>
    <w:rsid w:val="00345B9D"/>
    <w:rsid w:val="003461C6"/>
    <w:rsid w:val="003469E8"/>
    <w:rsid w:val="00347059"/>
    <w:rsid w:val="003472C2"/>
    <w:rsid w:val="00347B37"/>
    <w:rsid w:val="00352B50"/>
    <w:rsid w:val="00353001"/>
    <w:rsid w:val="00364F3C"/>
    <w:rsid w:val="00365B94"/>
    <w:rsid w:val="00371AD8"/>
    <w:rsid w:val="00372E05"/>
    <w:rsid w:val="00374E7B"/>
    <w:rsid w:val="00377E8C"/>
    <w:rsid w:val="003807D5"/>
    <w:rsid w:val="00384E0D"/>
    <w:rsid w:val="00390D70"/>
    <w:rsid w:val="003A5779"/>
    <w:rsid w:val="003A5AA8"/>
    <w:rsid w:val="003A75F3"/>
    <w:rsid w:val="003B5703"/>
    <w:rsid w:val="003C1790"/>
    <w:rsid w:val="003C5056"/>
    <w:rsid w:val="003C64F9"/>
    <w:rsid w:val="003D1758"/>
    <w:rsid w:val="003D2C60"/>
    <w:rsid w:val="003D690F"/>
    <w:rsid w:val="003E0511"/>
    <w:rsid w:val="003E7E17"/>
    <w:rsid w:val="003F587C"/>
    <w:rsid w:val="0040708F"/>
    <w:rsid w:val="00407D4E"/>
    <w:rsid w:val="0041300C"/>
    <w:rsid w:val="0041480E"/>
    <w:rsid w:val="004148B8"/>
    <w:rsid w:val="0041685D"/>
    <w:rsid w:val="004234B7"/>
    <w:rsid w:val="0043223A"/>
    <w:rsid w:val="00433691"/>
    <w:rsid w:val="00436ECC"/>
    <w:rsid w:val="0043710B"/>
    <w:rsid w:val="00437F81"/>
    <w:rsid w:val="00441B2C"/>
    <w:rsid w:val="004424E4"/>
    <w:rsid w:val="00443B92"/>
    <w:rsid w:val="00445EC9"/>
    <w:rsid w:val="004527BE"/>
    <w:rsid w:val="00453967"/>
    <w:rsid w:val="00454226"/>
    <w:rsid w:val="0045430A"/>
    <w:rsid w:val="004572BC"/>
    <w:rsid w:val="00461E8F"/>
    <w:rsid w:val="00465754"/>
    <w:rsid w:val="00472889"/>
    <w:rsid w:val="004738F8"/>
    <w:rsid w:val="00481F2F"/>
    <w:rsid w:val="004825F1"/>
    <w:rsid w:val="00482C2A"/>
    <w:rsid w:val="004926E0"/>
    <w:rsid w:val="00494FEA"/>
    <w:rsid w:val="004A2A15"/>
    <w:rsid w:val="004A3B6A"/>
    <w:rsid w:val="004A6D2B"/>
    <w:rsid w:val="004B1E95"/>
    <w:rsid w:val="004B5015"/>
    <w:rsid w:val="004B6137"/>
    <w:rsid w:val="004C220C"/>
    <w:rsid w:val="004C53E2"/>
    <w:rsid w:val="004C792E"/>
    <w:rsid w:val="004D1825"/>
    <w:rsid w:val="004D2298"/>
    <w:rsid w:val="004D3AB7"/>
    <w:rsid w:val="004D5164"/>
    <w:rsid w:val="004D6670"/>
    <w:rsid w:val="004E28DB"/>
    <w:rsid w:val="004E5053"/>
    <w:rsid w:val="004E78F1"/>
    <w:rsid w:val="004F0D7B"/>
    <w:rsid w:val="00506C87"/>
    <w:rsid w:val="00510EC8"/>
    <w:rsid w:val="0051188C"/>
    <w:rsid w:val="00515E65"/>
    <w:rsid w:val="00516059"/>
    <w:rsid w:val="005174EA"/>
    <w:rsid w:val="005242C6"/>
    <w:rsid w:val="00530101"/>
    <w:rsid w:val="00531E07"/>
    <w:rsid w:val="00534A9B"/>
    <w:rsid w:val="00547D2C"/>
    <w:rsid w:val="00552ADB"/>
    <w:rsid w:val="00555ABB"/>
    <w:rsid w:val="0057203A"/>
    <w:rsid w:val="0058208A"/>
    <w:rsid w:val="00584360"/>
    <w:rsid w:val="00585300"/>
    <w:rsid w:val="00586DEF"/>
    <w:rsid w:val="00593856"/>
    <w:rsid w:val="005976BF"/>
    <w:rsid w:val="005A0380"/>
    <w:rsid w:val="005A0B00"/>
    <w:rsid w:val="005A288B"/>
    <w:rsid w:val="005B6035"/>
    <w:rsid w:val="005C5BE4"/>
    <w:rsid w:val="005C5CAB"/>
    <w:rsid w:val="005C75D0"/>
    <w:rsid w:val="005D02EB"/>
    <w:rsid w:val="005D477D"/>
    <w:rsid w:val="005D4BD2"/>
    <w:rsid w:val="005E4A52"/>
    <w:rsid w:val="005E7215"/>
    <w:rsid w:val="006007FA"/>
    <w:rsid w:val="006014CD"/>
    <w:rsid w:val="00601E1E"/>
    <w:rsid w:val="00602C14"/>
    <w:rsid w:val="006073E3"/>
    <w:rsid w:val="006132F5"/>
    <w:rsid w:val="00614BC2"/>
    <w:rsid w:val="00615AA3"/>
    <w:rsid w:val="00623118"/>
    <w:rsid w:val="00631582"/>
    <w:rsid w:val="00632129"/>
    <w:rsid w:val="00635BB6"/>
    <w:rsid w:val="00636D9B"/>
    <w:rsid w:val="00640015"/>
    <w:rsid w:val="0064301F"/>
    <w:rsid w:val="00643670"/>
    <w:rsid w:val="006510BB"/>
    <w:rsid w:val="00666190"/>
    <w:rsid w:val="00667FAF"/>
    <w:rsid w:val="00672386"/>
    <w:rsid w:val="00675A5F"/>
    <w:rsid w:val="00682265"/>
    <w:rsid w:val="00684474"/>
    <w:rsid w:val="0068650A"/>
    <w:rsid w:val="006903C3"/>
    <w:rsid w:val="00693ACD"/>
    <w:rsid w:val="006A7E1C"/>
    <w:rsid w:val="006B0498"/>
    <w:rsid w:val="006B65CE"/>
    <w:rsid w:val="006C4B89"/>
    <w:rsid w:val="006C75BC"/>
    <w:rsid w:val="006D091B"/>
    <w:rsid w:val="006D3990"/>
    <w:rsid w:val="006D500D"/>
    <w:rsid w:val="006E4C22"/>
    <w:rsid w:val="006E66F2"/>
    <w:rsid w:val="006E76D8"/>
    <w:rsid w:val="006F34E2"/>
    <w:rsid w:val="0070527F"/>
    <w:rsid w:val="00711EA2"/>
    <w:rsid w:val="00722045"/>
    <w:rsid w:val="00724726"/>
    <w:rsid w:val="00725759"/>
    <w:rsid w:val="00727AB8"/>
    <w:rsid w:val="00735D9E"/>
    <w:rsid w:val="00737565"/>
    <w:rsid w:val="007414BF"/>
    <w:rsid w:val="0074456D"/>
    <w:rsid w:val="00761189"/>
    <w:rsid w:val="00761C25"/>
    <w:rsid w:val="00762440"/>
    <w:rsid w:val="007645FC"/>
    <w:rsid w:val="00765421"/>
    <w:rsid w:val="00767D2B"/>
    <w:rsid w:val="00781A68"/>
    <w:rsid w:val="00784B05"/>
    <w:rsid w:val="00786790"/>
    <w:rsid w:val="00791CDE"/>
    <w:rsid w:val="00792711"/>
    <w:rsid w:val="007A1071"/>
    <w:rsid w:val="007A71D1"/>
    <w:rsid w:val="007B0198"/>
    <w:rsid w:val="007B274B"/>
    <w:rsid w:val="007C0CA1"/>
    <w:rsid w:val="007C1253"/>
    <w:rsid w:val="007C4B84"/>
    <w:rsid w:val="007C57FE"/>
    <w:rsid w:val="007C71A0"/>
    <w:rsid w:val="007D28F8"/>
    <w:rsid w:val="007D2D61"/>
    <w:rsid w:val="007D30D0"/>
    <w:rsid w:val="007D4A8F"/>
    <w:rsid w:val="007D4DC2"/>
    <w:rsid w:val="007D62FA"/>
    <w:rsid w:val="007D7454"/>
    <w:rsid w:val="007E30E5"/>
    <w:rsid w:val="007E44B9"/>
    <w:rsid w:val="007F460E"/>
    <w:rsid w:val="007F4F40"/>
    <w:rsid w:val="007F67F3"/>
    <w:rsid w:val="008013E2"/>
    <w:rsid w:val="0080490D"/>
    <w:rsid w:val="00817728"/>
    <w:rsid w:val="00820DB1"/>
    <w:rsid w:val="00820E6A"/>
    <w:rsid w:val="00820FF4"/>
    <w:rsid w:val="00821144"/>
    <w:rsid w:val="0082235D"/>
    <w:rsid w:val="00834BA0"/>
    <w:rsid w:val="00842A1B"/>
    <w:rsid w:val="00851AA2"/>
    <w:rsid w:val="00851B6F"/>
    <w:rsid w:val="00854315"/>
    <w:rsid w:val="00860D86"/>
    <w:rsid w:val="00861A95"/>
    <w:rsid w:val="0086288A"/>
    <w:rsid w:val="00862921"/>
    <w:rsid w:val="0086453C"/>
    <w:rsid w:val="00872F35"/>
    <w:rsid w:val="00873DBF"/>
    <w:rsid w:val="008776FA"/>
    <w:rsid w:val="008807F6"/>
    <w:rsid w:val="0088714B"/>
    <w:rsid w:val="00890826"/>
    <w:rsid w:val="00895DDA"/>
    <w:rsid w:val="00896789"/>
    <w:rsid w:val="008A0DED"/>
    <w:rsid w:val="008B05A6"/>
    <w:rsid w:val="008B538E"/>
    <w:rsid w:val="008C0895"/>
    <w:rsid w:val="008C1381"/>
    <w:rsid w:val="008C1BFC"/>
    <w:rsid w:val="008C27D4"/>
    <w:rsid w:val="008C6034"/>
    <w:rsid w:val="008D270E"/>
    <w:rsid w:val="008D323D"/>
    <w:rsid w:val="008D5B08"/>
    <w:rsid w:val="008E114C"/>
    <w:rsid w:val="008F3EF8"/>
    <w:rsid w:val="008F5261"/>
    <w:rsid w:val="00900B60"/>
    <w:rsid w:val="009072BB"/>
    <w:rsid w:val="00913350"/>
    <w:rsid w:val="00931F81"/>
    <w:rsid w:val="00940CE5"/>
    <w:rsid w:val="00945303"/>
    <w:rsid w:val="00945C3E"/>
    <w:rsid w:val="00954408"/>
    <w:rsid w:val="009563A0"/>
    <w:rsid w:val="00961A67"/>
    <w:rsid w:val="00967545"/>
    <w:rsid w:val="009701E7"/>
    <w:rsid w:val="00972861"/>
    <w:rsid w:val="00973C87"/>
    <w:rsid w:val="009756D5"/>
    <w:rsid w:val="0098029F"/>
    <w:rsid w:val="00982F74"/>
    <w:rsid w:val="00984D56"/>
    <w:rsid w:val="009879AE"/>
    <w:rsid w:val="00987EC2"/>
    <w:rsid w:val="0099467A"/>
    <w:rsid w:val="00996A40"/>
    <w:rsid w:val="009A1838"/>
    <w:rsid w:val="009A27BB"/>
    <w:rsid w:val="009A4B7C"/>
    <w:rsid w:val="009A7676"/>
    <w:rsid w:val="009B179B"/>
    <w:rsid w:val="009C1FA6"/>
    <w:rsid w:val="009C445C"/>
    <w:rsid w:val="009C713C"/>
    <w:rsid w:val="009D29FB"/>
    <w:rsid w:val="009D3C3D"/>
    <w:rsid w:val="009D59FB"/>
    <w:rsid w:val="009E45DB"/>
    <w:rsid w:val="009E7BC0"/>
    <w:rsid w:val="009F39E9"/>
    <w:rsid w:val="00A02102"/>
    <w:rsid w:val="00A0358C"/>
    <w:rsid w:val="00A038B5"/>
    <w:rsid w:val="00A1088D"/>
    <w:rsid w:val="00A2106D"/>
    <w:rsid w:val="00A260E2"/>
    <w:rsid w:val="00A27136"/>
    <w:rsid w:val="00A277C6"/>
    <w:rsid w:val="00A302C6"/>
    <w:rsid w:val="00A35B13"/>
    <w:rsid w:val="00A41F52"/>
    <w:rsid w:val="00A43D67"/>
    <w:rsid w:val="00A46570"/>
    <w:rsid w:val="00A46757"/>
    <w:rsid w:val="00A634BE"/>
    <w:rsid w:val="00A70FB2"/>
    <w:rsid w:val="00A71B4E"/>
    <w:rsid w:val="00A74547"/>
    <w:rsid w:val="00A7606A"/>
    <w:rsid w:val="00A90501"/>
    <w:rsid w:val="00A932A4"/>
    <w:rsid w:val="00A953F4"/>
    <w:rsid w:val="00AA325F"/>
    <w:rsid w:val="00AA43AF"/>
    <w:rsid w:val="00AA4765"/>
    <w:rsid w:val="00AC7054"/>
    <w:rsid w:val="00AD6EF1"/>
    <w:rsid w:val="00AE22DE"/>
    <w:rsid w:val="00AE4C4D"/>
    <w:rsid w:val="00B01FE0"/>
    <w:rsid w:val="00B03A3B"/>
    <w:rsid w:val="00B05443"/>
    <w:rsid w:val="00B07B46"/>
    <w:rsid w:val="00B1224C"/>
    <w:rsid w:val="00B14210"/>
    <w:rsid w:val="00B22192"/>
    <w:rsid w:val="00B23051"/>
    <w:rsid w:val="00B26246"/>
    <w:rsid w:val="00B3534E"/>
    <w:rsid w:val="00B47292"/>
    <w:rsid w:val="00B65155"/>
    <w:rsid w:val="00B65473"/>
    <w:rsid w:val="00B6729C"/>
    <w:rsid w:val="00B736E9"/>
    <w:rsid w:val="00B85285"/>
    <w:rsid w:val="00B91AD6"/>
    <w:rsid w:val="00B933CD"/>
    <w:rsid w:val="00BA092C"/>
    <w:rsid w:val="00BA664C"/>
    <w:rsid w:val="00BA6808"/>
    <w:rsid w:val="00BA7A4E"/>
    <w:rsid w:val="00BB1A37"/>
    <w:rsid w:val="00BB3C73"/>
    <w:rsid w:val="00BB7B26"/>
    <w:rsid w:val="00BC0A91"/>
    <w:rsid w:val="00BC21DF"/>
    <w:rsid w:val="00BD2152"/>
    <w:rsid w:val="00BD4390"/>
    <w:rsid w:val="00BE469A"/>
    <w:rsid w:val="00BE6003"/>
    <w:rsid w:val="00BE7E28"/>
    <w:rsid w:val="00BF0807"/>
    <w:rsid w:val="00BF103E"/>
    <w:rsid w:val="00BF3AEF"/>
    <w:rsid w:val="00BF4E04"/>
    <w:rsid w:val="00BF5490"/>
    <w:rsid w:val="00C052AC"/>
    <w:rsid w:val="00C13778"/>
    <w:rsid w:val="00C13CDD"/>
    <w:rsid w:val="00C13DA2"/>
    <w:rsid w:val="00C163C9"/>
    <w:rsid w:val="00C20FA6"/>
    <w:rsid w:val="00C2278A"/>
    <w:rsid w:val="00C23E00"/>
    <w:rsid w:val="00C3655D"/>
    <w:rsid w:val="00C37C29"/>
    <w:rsid w:val="00C50D61"/>
    <w:rsid w:val="00C50F7B"/>
    <w:rsid w:val="00C535B4"/>
    <w:rsid w:val="00C53FD5"/>
    <w:rsid w:val="00C61400"/>
    <w:rsid w:val="00C6400D"/>
    <w:rsid w:val="00C65A8F"/>
    <w:rsid w:val="00C72CFD"/>
    <w:rsid w:val="00C80855"/>
    <w:rsid w:val="00C82633"/>
    <w:rsid w:val="00C848CA"/>
    <w:rsid w:val="00C93FCE"/>
    <w:rsid w:val="00C96862"/>
    <w:rsid w:val="00C97752"/>
    <w:rsid w:val="00CA24B2"/>
    <w:rsid w:val="00CA38A4"/>
    <w:rsid w:val="00CC66A5"/>
    <w:rsid w:val="00CD130B"/>
    <w:rsid w:val="00CD553C"/>
    <w:rsid w:val="00CD6767"/>
    <w:rsid w:val="00CD6E09"/>
    <w:rsid w:val="00CD6EB3"/>
    <w:rsid w:val="00CE156A"/>
    <w:rsid w:val="00CE19F8"/>
    <w:rsid w:val="00CF0CDF"/>
    <w:rsid w:val="00CF27A0"/>
    <w:rsid w:val="00CF6BF6"/>
    <w:rsid w:val="00D07F16"/>
    <w:rsid w:val="00D24FE5"/>
    <w:rsid w:val="00D25D73"/>
    <w:rsid w:val="00D26798"/>
    <w:rsid w:val="00D2692B"/>
    <w:rsid w:val="00D33EF2"/>
    <w:rsid w:val="00D366A3"/>
    <w:rsid w:val="00D44813"/>
    <w:rsid w:val="00D46030"/>
    <w:rsid w:val="00D512B4"/>
    <w:rsid w:val="00D54844"/>
    <w:rsid w:val="00D577C1"/>
    <w:rsid w:val="00D7075D"/>
    <w:rsid w:val="00D76386"/>
    <w:rsid w:val="00D81DCC"/>
    <w:rsid w:val="00D877B4"/>
    <w:rsid w:val="00D97588"/>
    <w:rsid w:val="00DA0DE8"/>
    <w:rsid w:val="00DA2A87"/>
    <w:rsid w:val="00DA3101"/>
    <w:rsid w:val="00DB4B2F"/>
    <w:rsid w:val="00DB6BD8"/>
    <w:rsid w:val="00DC24B5"/>
    <w:rsid w:val="00DC4565"/>
    <w:rsid w:val="00DC58B5"/>
    <w:rsid w:val="00DC6757"/>
    <w:rsid w:val="00DD0AB3"/>
    <w:rsid w:val="00DD6A7A"/>
    <w:rsid w:val="00DD7443"/>
    <w:rsid w:val="00DF0395"/>
    <w:rsid w:val="00DF1B1D"/>
    <w:rsid w:val="00DF2508"/>
    <w:rsid w:val="00DF529D"/>
    <w:rsid w:val="00DF60D9"/>
    <w:rsid w:val="00DF6481"/>
    <w:rsid w:val="00E13849"/>
    <w:rsid w:val="00E21D74"/>
    <w:rsid w:val="00E321E9"/>
    <w:rsid w:val="00E35240"/>
    <w:rsid w:val="00E44324"/>
    <w:rsid w:val="00E46C0D"/>
    <w:rsid w:val="00E512CB"/>
    <w:rsid w:val="00E51B58"/>
    <w:rsid w:val="00E52811"/>
    <w:rsid w:val="00E53EF1"/>
    <w:rsid w:val="00E56745"/>
    <w:rsid w:val="00E5797F"/>
    <w:rsid w:val="00E633DF"/>
    <w:rsid w:val="00E635A9"/>
    <w:rsid w:val="00E66EE2"/>
    <w:rsid w:val="00E6753B"/>
    <w:rsid w:val="00E83ACD"/>
    <w:rsid w:val="00E84522"/>
    <w:rsid w:val="00E84D88"/>
    <w:rsid w:val="00E84EDE"/>
    <w:rsid w:val="00E87F79"/>
    <w:rsid w:val="00E902D9"/>
    <w:rsid w:val="00E94C18"/>
    <w:rsid w:val="00E961E3"/>
    <w:rsid w:val="00E96878"/>
    <w:rsid w:val="00E97E52"/>
    <w:rsid w:val="00EA4A2C"/>
    <w:rsid w:val="00EB00E3"/>
    <w:rsid w:val="00EB17D6"/>
    <w:rsid w:val="00EB3D9C"/>
    <w:rsid w:val="00EB4C2F"/>
    <w:rsid w:val="00ED5AEB"/>
    <w:rsid w:val="00ED7E93"/>
    <w:rsid w:val="00EE150D"/>
    <w:rsid w:val="00EE22D2"/>
    <w:rsid w:val="00EE3C7C"/>
    <w:rsid w:val="00EE70EE"/>
    <w:rsid w:val="00EF5F71"/>
    <w:rsid w:val="00EF6CC0"/>
    <w:rsid w:val="00F0202D"/>
    <w:rsid w:val="00F0231B"/>
    <w:rsid w:val="00F050AA"/>
    <w:rsid w:val="00F05CC8"/>
    <w:rsid w:val="00F07C71"/>
    <w:rsid w:val="00F128EC"/>
    <w:rsid w:val="00F13978"/>
    <w:rsid w:val="00F13D7F"/>
    <w:rsid w:val="00F16BAB"/>
    <w:rsid w:val="00F17816"/>
    <w:rsid w:val="00F217A7"/>
    <w:rsid w:val="00F22567"/>
    <w:rsid w:val="00F3204E"/>
    <w:rsid w:val="00F320B0"/>
    <w:rsid w:val="00F356B4"/>
    <w:rsid w:val="00F36022"/>
    <w:rsid w:val="00F41103"/>
    <w:rsid w:val="00F42C1F"/>
    <w:rsid w:val="00F5712A"/>
    <w:rsid w:val="00F60D27"/>
    <w:rsid w:val="00F63C42"/>
    <w:rsid w:val="00F7085B"/>
    <w:rsid w:val="00F85F6A"/>
    <w:rsid w:val="00F87389"/>
    <w:rsid w:val="00F96893"/>
    <w:rsid w:val="00FA049A"/>
    <w:rsid w:val="00FA093A"/>
    <w:rsid w:val="00FA1E31"/>
    <w:rsid w:val="00FA1E83"/>
    <w:rsid w:val="00FB48EF"/>
    <w:rsid w:val="00FC1015"/>
    <w:rsid w:val="00FC37DF"/>
    <w:rsid w:val="00FC3B42"/>
    <w:rsid w:val="00FC4887"/>
    <w:rsid w:val="00FC6AD0"/>
    <w:rsid w:val="00FD0478"/>
    <w:rsid w:val="00FD3F98"/>
    <w:rsid w:val="00FE247D"/>
    <w:rsid w:val="00FF06A9"/>
    <w:rsid w:val="00FF0996"/>
    <w:rsid w:val="00FF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FA3D00-0ED5-41C7-8EB5-F42689C6E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87C"/>
    <w:rPr>
      <w:rFonts w:ascii="Arial" w:hAnsi="Arial" w:cs="Arial"/>
      <w:bCs/>
      <w:sz w:val="24"/>
    </w:rPr>
  </w:style>
  <w:style w:type="paragraph" w:styleId="1">
    <w:name w:val="heading 1"/>
    <w:basedOn w:val="a"/>
    <w:next w:val="a"/>
    <w:link w:val="1Char"/>
    <w:qFormat/>
    <w:rsid w:val="003F587C"/>
    <w:pPr>
      <w:keepNext/>
      <w:jc w:val="center"/>
      <w:outlineLvl w:val="0"/>
    </w:pPr>
    <w:rPr>
      <w:rFonts w:ascii="Times New Roman" w:hAnsi="Times New Roman" w:cs="Times New Roman"/>
      <w:b/>
      <w:bCs w:val="0"/>
    </w:rPr>
  </w:style>
  <w:style w:type="paragraph" w:styleId="3">
    <w:name w:val="heading 3"/>
    <w:basedOn w:val="a"/>
    <w:next w:val="a"/>
    <w:qFormat/>
    <w:rsid w:val="003F587C"/>
    <w:pPr>
      <w:keepNext/>
      <w:jc w:val="center"/>
      <w:outlineLvl w:val="2"/>
    </w:pPr>
    <w:rPr>
      <w:rFonts w:ascii="Times New Roman" w:hAnsi="Times New Roman" w:cs="Times New Roman"/>
      <w:b/>
      <w:bC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F587C"/>
  </w:style>
  <w:style w:type="paragraph" w:styleId="a4">
    <w:name w:val="Body Text"/>
    <w:basedOn w:val="a"/>
    <w:link w:val="Char"/>
    <w:rsid w:val="001C20EB"/>
    <w:rPr>
      <w:rFonts w:cs="Times New Roman"/>
      <w:bCs w:val="0"/>
      <w:lang w:val="en-US"/>
    </w:rPr>
  </w:style>
  <w:style w:type="character" w:customStyle="1" w:styleId="1Char">
    <w:name w:val="Επικεφαλίδα 1 Char"/>
    <w:link w:val="1"/>
    <w:rsid w:val="00374E7B"/>
    <w:rPr>
      <w:b/>
      <w:sz w:val="24"/>
    </w:rPr>
  </w:style>
  <w:style w:type="character" w:customStyle="1" w:styleId="Char">
    <w:name w:val="Σώμα κειμένου Char"/>
    <w:link w:val="a4"/>
    <w:rsid w:val="00374E7B"/>
    <w:rPr>
      <w:rFonts w:ascii="Arial" w:hAnsi="Arial"/>
      <w:sz w:val="24"/>
      <w:lang w:val="en-US"/>
    </w:rPr>
  </w:style>
  <w:style w:type="paragraph" w:styleId="a5">
    <w:name w:val="Balloon Text"/>
    <w:basedOn w:val="a"/>
    <w:link w:val="Char0"/>
    <w:rsid w:val="00C53FD5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link w:val="a5"/>
    <w:rsid w:val="00C53FD5"/>
    <w:rPr>
      <w:rFonts w:ascii="Tahoma" w:hAnsi="Tahoma" w:cs="Tahoma"/>
      <w:bCs/>
      <w:sz w:val="16"/>
      <w:szCs w:val="16"/>
    </w:rPr>
  </w:style>
  <w:style w:type="paragraph" w:styleId="a6">
    <w:name w:val="List Paragraph"/>
    <w:basedOn w:val="a"/>
    <w:uiPriority w:val="34"/>
    <w:qFormat/>
    <w:rsid w:val="002944D0"/>
    <w:pPr>
      <w:ind w:left="720"/>
    </w:pPr>
  </w:style>
  <w:style w:type="table" w:styleId="a7">
    <w:name w:val="Table Grid"/>
    <w:basedOn w:val="a1"/>
    <w:rsid w:val="004738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Char1"/>
    <w:qFormat/>
    <w:rsid w:val="00C163C9"/>
    <w:pPr>
      <w:jc w:val="center"/>
    </w:pPr>
    <w:rPr>
      <w:rFonts w:ascii="Times New Roman" w:hAnsi="Times New Roman" w:cs="Times New Roman"/>
      <w:b/>
      <w:sz w:val="25"/>
      <w:szCs w:val="24"/>
    </w:rPr>
  </w:style>
  <w:style w:type="character" w:customStyle="1" w:styleId="Char1">
    <w:name w:val="Τίτλος Char"/>
    <w:basedOn w:val="a0"/>
    <w:link w:val="a8"/>
    <w:rsid w:val="00C163C9"/>
    <w:rPr>
      <w:b/>
      <w:bCs/>
      <w:sz w:val="25"/>
      <w:szCs w:val="24"/>
    </w:rPr>
  </w:style>
  <w:style w:type="character" w:styleId="-">
    <w:name w:val="Hyperlink"/>
    <w:rsid w:val="00B654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4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kakari@yahoo.gr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d\Documents\&#928;&#961;&#959;&#963;&#945;&#961;&#956;&#959;&#963;&#956;&#941;&#957;&#945;%20&#960;&#961;&#972;&#964;&#965;&#960;&#945;%20&#964;&#959;&#965;%20Office\&#928;&#961;&#972;&#964;&#965;&#960;&#959;%20&#916;&#953;&#945;&#946;&#953;&#946;&#945;&#963;&#964;&#953;&#954;&#974;&#957;%20&#913;&#948;&#949;&#953;&#974;&#957;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DF5BF-043B-489E-A3FB-236B15559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Πρότυπο Διαβιβαστικών Αδειών.dotx</Template>
  <TotalTime>1</TotalTime>
  <Pages>1</Pages>
  <Words>178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Αρ</vt:lpstr>
    </vt:vector>
  </TitlesOfParts>
  <Company>PTEA</Company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Αρ</dc:title>
  <dc:subject/>
  <dc:creator>sed</dc:creator>
  <cp:keywords/>
  <cp:lastModifiedBy>ptea</cp:lastModifiedBy>
  <cp:revision>2</cp:revision>
  <cp:lastPrinted>2015-10-15T07:34:00Z</cp:lastPrinted>
  <dcterms:created xsi:type="dcterms:W3CDTF">2016-01-11T06:44:00Z</dcterms:created>
  <dcterms:modified xsi:type="dcterms:W3CDTF">2016-01-11T06:44:00Z</dcterms:modified>
</cp:coreProperties>
</file>